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Pr="00C72F69" w:rsidRDefault="000719BB" w:rsidP="006C2343">
      <w:pPr>
        <w:pStyle w:val="Titul2"/>
      </w:pPr>
    </w:p>
    <w:p w14:paraId="73365075" w14:textId="77777777" w:rsidR="00826B7B" w:rsidRPr="00C72F69" w:rsidRDefault="00826B7B" w:rsidP="006C2343">
      <w:pPr>
        <w:pStyle w:val="Titul2"/>
      </w:pPr>
    </w:p>
    <w:p w14:paraId="05B998B6" w14:textId="77777777" w:rsidR="00DA1C67" w:rsidRPr="00C72F69" w:rsidRDefault="00DA1C67" w:rsidP="006C2343">
      <w:pPr>
        <w:pStyle w:val="Titul2"/>
      </w:pPr>
    </w:p>
    <w:p w14:paraId="3C242980" w14:textId="2C3E94D4" w:rsidR="003254A3" w:rsidRPr="00C72F69" w:rsidRDefault="00BD76C3" w:rsidP="006C2343">
      <w:pPr>
        <w:pStyle w:val="Titul2"/>
      </w:pPr>
      <w:r w:rsidRPr="00C72F69">
        <w:t xml:space="preserve">Příloha č. </w:t>
      </w:r>
      <w:r w:rsidR="000A17CF">
        <w:t>4</w:t>
      </w:r>
      <w:bookmarkStart w:id="0" w:name="_GoBack"/>
      <w:bookmarkEnd w:id="0"/>
      <w:r w:rsidRPr="00C72F69">
        <w:t xml:space="preserve"> c)</w:t>
      </w:r>
    </w:p>
    <w:p w14:paraId="5258F3DB" w14:textId="77777777" w:rsidR="003254A3" w:rsidRPr="00C72F69" w:rsidRDefault="003254A3" w:rsidP="00AD0C7B">
      <w:pPr>
        <w:pStyle w:val="Titul2"/>
      </w:pPr>
    </w:p>
    <w:p w14:paraId="39900907" w14:textId="77777777" w:rsidR="00AD0C7B" w:rsidRPr="00C72F69" w:rsidRDefault="00BD76C3" w:rsidP="006C2343">
      <w:pPr>
        <w:pStyle w:val="Titul1"/>
      </w:pPr>
      <w:r w:rsidRPr="00C72F69">
        <w:t>Zvláštní</w:t>
      </w:r>
      <w:r w:rsidR="00AD0C7B" w:rsidRPr="00C72F69">
        <w:t xml:space="preserve"> technické podmínky</w:t>
      </w:r>
    </w:p>
    <w:p w14:paraId="65B71DAB" w14:textId="77777777" w:rsidR="00AD0C7B" w:rsidRPr="00C72F69" w:rsidRDefault="00AD0C7B" w:rsidP="00EB46E5">
      <w:pPr>
        <w:pStyle w:val="Titul2"/>
      </w:pPr>
    </w:p>
    <w:p w14:paraId="3CFA17F1" w14:textId="77777777" w:rsidR="00EB46E5" w:rsidRPr="00C72F69" w:rsidRDefault="00EB46E5" w:rsidP="00BF54FE">
      <w:pPr>
        <w:pStyle w:val="Titul2"/>
      </w:pPr>
      <w:r w:rsidRPr="00C72F69">
        <w:t>Zh</w:t>
      </w:r>
      <w:r w:rsidRPr="00C72F69">
        <w:rPr>
          <w:rStyle w:val="Nzevakce"/>
          <w:b/>
        </w:rPr>
        <w:t>otov</w:t>
      </w:r>
      <w:r w:rsidRPr="00C72F69">
        <w:t>en</w:t>
      </w:r>
      <w:r w:rsidR="00232000" w:rsidRPr="00C72F69">
        <w:t xml:space="preserve">í stavby </w:t>
      </w:r>
    </w:p>
    <w:p w14:paraId="617544D3" w14:textId="77777777" w:rsidR="002007BA" w:rsidRPr="00C72F69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5CF17F6" w:rsidR="00BF54FE" w:rsidRPr="00C72F69" w:rsidRDefault="00E22AD0" w:rsidP="006C2343">
          <w:pPr>
            <w:pStyle w:val="Tituldatum"/>
            <w:rPr>
              <w:rStyle w:val="Nzevakce"/>
            </w:rPr>
          </w:pPr>
          <w:r w:rsidRPr="00C72F69">
            <w:rPr>
              <w:rStyle w:val="Nzevakce"/>
            </w:rPr>
            <w:t>Opravné a údržbové práce v obvodu SSZT Brno 2023-2027</w:t>
          </w:r>
        </w:p>
      </w:sdtContent>
    </w:sdt>
    <w:p w14:paraId="6D99332D" w14:textId="77777777" w:rsidR="00BF54FE" w:rsidRPr="00C72F69" w:rsidRDefault="00BF54FE" w:rsidP="006C2343">
      <w:pPr>
        <w:pStyle w:val="Tituldatum"/>
      </w:pPr>
    </w:p>
    <w:p w14:paraId="294D42DB" w14:textId="77777777" w:rsidR="009226C1" w:rsidRPr="00C72F69" w:rsidRDefault="009226C1" w:rsidP="006C2343">
      <w:pPr>
        <w:pStyle w:val="Tituldatum"/>
      </w:pPr>
    </w:p>
    <w:p w14:paraId="140A88A1" w14:textId="77777777" w:rsidR="00DA1C67" w:rsidRPr="00C72F69" w:rsidRDefault="00DA1C67" w:rsidP="006C2343">
      <w:pPr>
        <w:pStyle w:val="Tituldatum"/>
      </w:pPr>
    </w:p>
    <w:p w14:paraId="73283D63" w14:textId="77777777" w:rsidR="00DA1C67" w:rsidRPr="00C72F69" w:rsidRDefault="00DA1C67" w:rsidP="006C2343">
      <w:pPr>
        <w:pStyle w:val="Tituldatum"/>
      </w:pPr>
    </w:p>
    <w:p w14:paraId="69C7E1F1" w14:textId="77777777" w:rsidR="003B111D" w:rsidRPr="00C72F69" w:rsidRDefault="003B111D" w:rsidP="006C2343">
      <w:pPr>
        <w:pStyle w:val="Tituldatum"/>
      </w:pPr>
    </w:p>
    <w:p w14:paraId="3433D8CE" w14:textId="18781414" w:rsidR="00826B7B" w:rsidRPr="00C72F69" w:rsidRDefault="006C2343" w:rsidP="006C2343">
      <w:pPr>
        <w:pStyle w:val="Tituldatum"/>
      </w:pPr>
      <w:r w:rsidRPr="00C72F69">
        <w:t xml:space="preserve">Datum vydání: </w:t>
      </w:r>
      <w:r w:rsidRPr="00C72F69">
        <w:tab/>
      </w:r>
      <w:r w:rsidR="00E22AD0" w:rsidRPr="00C72F69">
        <w:t>9</w:t>
      </w:r>
      <w:r w:rsidR="00C56FB9" w:rsidRPr="00C72F69">
        <w:t>.</w:t>
      </w:r>
      <w:r w:rsidR="00E22AD0" w:rsidRPr="00C72F69">
        <w:t>3</w:t>
      </w:r>
      <w:r w:rsidR="00C56FB9" w:rsidRPr="00C72F69">
        <w:t>.202</w:t>
      </w:r>
      <w:r w:rsidR="00E22AD0" w:rsidRPr="00C72F69">
        <w:t>3</w:t>
      </w:r>
      <w:r w:rsidR="0076790E" w:rsidRPr="00C72F69">
        <w:t xml:space="preserve"> </w:t>
      </w:r>
    </w:p>
    <w:p w14:paraId="44113326" w14:textId="77777777" w:rsidR="00826B7B" w:rsidRPr="00C72F69" w:rsidRDefault="00826B7B">
      <w:r w:rsidRPr="00C72F69">
        <w:br w:type="page"/>
      </w:r>
    </w:p>
    <w:p w14:paraId="48629ED3" w14:textId="77777777" w:rsidR="00BD7E91" w:rsidRPr="00C72F69" w:rsidRDefault="00BD7E91" w:rsidP="00B101FD">
      <w:pPr>
        <w:pStyle w:val="Nadpisbezsl1-1"/>
      </w:pPr>
      <w:r w:rsidRPr="00C72F69">
        <w:lastRenderedPageBreak/>
        <w:t>Obsah</w:t>
      </w:r>
      <w:r w:rsidR="00887F36" w:rsidRPr="00C72F69">
        <w:t xml:space="preserve"> </w:t>
      </w:r>
    </w:p>
    <w:p w14:paraId="03270569" w14:textId="163CA049" w:rsidR="008F13B4" w:rsidRPr="00C72F6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C72F69">
        <w:fldChar w:fldCharType="begin"/>
      </w:r>
      <w:r w:rsidRPr="00C72F69">
        <w:instrText xml:space="preserve"> TOC \o "1-2" \h \z \u </w:instrText>
      </w:r>
      <w:r w:rsidRPr="00C72F69">
        <w:fldChar w:fldCharType="separate"/>
      </w:r>
      <w:hyperlink w:anchor="_Toc129260662" w:history="1">
        <w:r w:rsidR="008F13B4" w:rsidRPr="00C72F69">
          <w:rPr>
            <w:rStyle w:val="Hypertextovodkaz"/>
            <w:color w:val="auto"/>
          </w:rPr>
          <w:t>SEZNAM ZKRATEK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_Toc129260662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2</w:t>
        </w:r>
        <w:r w:rsidR="008F13B4" w:rsidRPr="00C72F69">
          <w:rPr>
            <w:noProof/>
            <w:webHidden/>
          </w:rPr>
          <w:fldChar w:fldCharType="end"/>
        </w:r>
      </w:hyperlink>
    </w:p>
    <w:p w14:paraId="0B07366F" w14:textId="38E6040D" w:rsidR="008F13B4" w:rsidRPr="00C72F69" w:rsidRDefault="000A17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260663" w:history="1">
        <w:r w:rsidR="008F13B4" w:rsidRPr="00C72F69">
          <w:rPr>
            <w:rStyle w:val="Hypertextovodkaz"/>
            <w:color w:val="auto"/>
          </w:rPr>
          <w:t>Pojmy a definice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_Toc129260663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3</w:t>
        </w:r>
        <w:r w:rsidR="008F13B4" w:rsidRPr="00C72F69">
          <w:rPr>
            <w:noProof/>
            <w:webHidden/>
          </w:rPr>
          <w:fldChar w:fldCharType="end"/>
        </w:r>
      </w:hyperlink>
    </w:p>
    <w:p w14:paraId="2EBFF707" w14:textId="731BCF86" w:rsidR="008F13B4" w:rsidRPr="00C72F69" w:rsidRDefault="000A17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260664" w:history="1">
        <w:r w:rsidR="008F13B4" w:rsidRPr="00C72F69">
          <w:rPr>
            <w:rStyle w:val="Hypertextovodkaz"/>
            <w:color w:val="auto"/>
          </w:rPr>
          <w:t>1.</w:t>
        </w:r>
        <w:r w:rsidR="008F13B4" w:rsidRPr="00C72F6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SPECIFIKACE PŘEDMĚTU DÍLA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_Toc129260664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15748294" w14:textId="1D71B6DF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65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1.1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Účel a rozsah předmětu Díla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_Toc129260665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31C23774" w14:textId="1D4CFBC0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66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1.2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Umístění stavby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_Toc129260666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02D62A82" w14:textId="71E2ED14" w:rsidR="008F13B4" w:rsidRPr="00C72F69" w:rsidRDefault="000A17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260667" w:history="1">
        <w:r w:rsidR="008F13B4" w:rsidRPr="00C72F69">
          <w:rPr>
            <w:rStyle w:val="Hypertextovodkaz"/>
            <w:color w:val="auto"/>
          </w:rPr>
          <w:t>2.</w:t>
        </w:r>
        <w:r w:rsidR="008F13B4" w:rsidRPr="00C72F6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PŘEHLED VÝCHOZÍCH PODKLADŮ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_Toc129260667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6D297263" w14:textId="33618556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68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2.1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Projektová dokumentace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_Toc129260668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6A162827" w14:textId="79244513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69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2.2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Související dokumentace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_Toc129260669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6F0F53C8" w14:textId="097FDC26" w:rsidR="008F13B4" w:rsidRPr="00C72F69" w:rsidRDefault="000A17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260670" w:history="1">
        <w:r w:rsidR="008F13B4" w:rsidRPr="00C72F69">
          <w:rPr>
            <w:rStyle w:val="Hypertextovodkaz"/>
            <w:color w:val="auto"/>
          </w:rPr>
          <w:t>3.</w:t>
        </w:r>
        <w:r w:rsidR="008F13B4" w:rsidRPr="00C72F6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KOORDINACE S JINÝMI STAVBAMI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_Toc129260670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3A0E03E9" w14:textId="7C89612C" w:rsidR="008F13B4" w:rsidRPr="00C72F69" w:rsidRDefault="000A17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260671" w:history="1">
        <w:r w:rsidR="008F13B4" w:rsidRPr="00C72F69">
          <w:rPr>
            <w:rStyle w:val="Hypertextovodkaz"/>
            <w:color w:val="auto"/>
          </w:rPr>
          <w:t>4.</w:t>
        </w:r>
        <w:r w:rsidR="008F13B4" w:rsidRPr="00C72F6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Zvláštní TECHNICKÉ podmímky a požadavky na PROVEDENÍ DÍLA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_Toc129260671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46B8DCFB" w14:textId="3010A9A7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72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Všeobecně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_Toc129260672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4</w:t>
        </w:r>
        <w:r w:rsidR="008F13B4" w:rsidRPr="00C72F69">
          <w:rPr>
            <w:noProof/>
            <w:webHidden/>
          </w:rPr>
          <w:fldChar w:fldCharType="end"/>
        </w:r>
      </w:hyperlink>
    </w:p>
    <w:p w14:paraId="3D027322" w14:textId="5B13535C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73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4.2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Zeměměřická činnost zhotovitele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_Toc129260673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10</w:t>
        </w:r>
        <w:r w:rsidR="008F13B4" w:rsidRPr="00C72F69">
          <w:rPr>
            <w:noProof/>
            <w:webHidden/>
          </w:rPr>
          <w:fldChar w:fldCharType="end"/>
        </w:r>
      </w:hyperlink>
    </w:p>
    <w:p w14:paraId="2207B30C" w14:textId="71B22B50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74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4.3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Doklady překládané zhotovitelem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_Toc129260674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1C6CA914" w14:textId="3D210C4C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75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4.4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Dokumentace zhotovitele pro stavbu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_Toc129260675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0F9F3651" w14:textId="04FC5539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76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4.5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Dokumentace skutečného provedení stavby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_Toc129260676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69F370EE" w14:textId="47E6F1A0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77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4.6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Zabezpečovací zařízení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_Toc129260677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3B403A72" w14:textId="1141E738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78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4.7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Sdělovací zařízení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_Toc129260678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2A0EF50B" w14:textId="6753D22A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79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4.8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Silnoproudá technologie včetně DŘT, trakční a energetická zařízení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_Toc129260679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1ADB615E" w14:textId="3A5480C3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0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4.9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Ostatní technologická zařízení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_Toc129260680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6D3319BA" w14:textId="3808CB36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1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4.10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Železniční svršek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_Toc129260681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5C6EF8D1" w14:textId="1598C348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2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4.11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Železniční spodek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_Toc129260682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284C5AB2" w14:textId="64A753D2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3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4.12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Nástupiště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_Toc129260683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1440204E" w14:textId="3CE279A8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4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4.13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Železniční přejezdy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_Toc129260684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7B24084E" w14:textId="7C43AD3C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5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4.14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Mosty, propustky a zdi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_Toc129260685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305F8C7A" w14:textId="67827FA2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6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4.15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Ostatní inženýrské objekty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_Toc129260686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5C9CECC6" w14:textId="71D7E682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7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4.16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Železniční tunely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_Toc129260687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12</w:t>
        </w:r>
        <w:r w:rsidR="008F13B4" w:rsidRPr="00C72F69">
          <w:rPr>
            <w:noProof/>
            <w:webHidden/>
          </w:rPr>
          <w:fldChar w:fldCharType="end"/>
        </w:r>
      </w:hyperlink>
    </w:p>
    <w:p w14:paraId="0B345A93" w14:textId="24317725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8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4.17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Pozemní komunikace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_Toc129260688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13</w:t>
        </w:r>
        <w:r w:rsidR="008F13B4" w:rsidRPr="00C72F69">
          <w:rPr>
            <w:noProof/>
            <w:webHidden/>
          </w:rPr>
          <w:fldChar w:fldCharType="end"/>
        </w:r>
      </w:hyperlink>
    </w:p>
    <w:p w14:paraId="7283696E" w14:textId="226AF75F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89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4.18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Kabelovody, kolektory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_Toc129260689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13</w:t>
        </w:r>
        <w:r w:rsidR="008F13B4" w:rsidRPr="00C72F69">
          <w:rPr>
            <w:noProof/>
            <w:webHidden/>
          </w:rPr>
          <w:fldChar w:fldCharType="end"/>
        </w:r>
      </w:hyperlink>
    </w:p>
    <w:p w14:paraId="36708B5C" w14:textId="4FE3389A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90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4.19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Protihlukové objekty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_Toc129260690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13</w:t>
        </w:r>
        <w:r w:rsidR="008F13B4" w:rsidRPr="00C72F69">
          <w:rPr>
            <w:noProof/>
            <w:webHidden/>
          </w:rPr>
          <w:fldChar w:fldCharType="end"/>
        </w:r>
      </w:hyperlink>
    </w:p>
    <w:p w14:paraId="169F1F91" w14:textId="1F02991C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91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4.20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Pozemní stavební objekty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_Toc129260691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13</w:t>
        </w:r>
        <w:r w:rsidR="008F13B4" w:rsidRPr="00C72F69">
          <w:rPr>
            <w:noProof/>
            <w:webHidden/>
          </w:rPr>
          <w:fldChar w:fldCharType="end"/>
        </w:r>
      </w:hyperlink>
    </w:p>
    <w:p w14:paraId="718ABAAA" w14:textId="10868C4D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92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4.21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Trakční a energická zařízení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_Toc129260692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13</w:t>
        </w:r>
        <w:r w:rsidR="008F13B4" w:rsidRPr="00C72F69">
          <w:rPr>
            <w:noProof/>
            <w:webHidden/>
          </w:rPr>
          <w:fldChar w:fldCharType="end"/>
        </w:r>
      </w:hyperlink>
    </w:p>
    <w:p w14:paraId="7228066A" w14:textId="7F9B679C" w:rsidR="008F13B4" w:rsidRPr="00C72F69" w:rsidRDefault="000A17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260693" w:history="1">
        <w:r w:rsidR="008F13B4" w:rsidRPr="00C72F69">
          <w:rPr>
            <w:rStyle w:val="Hypertextovodkaz"/>
            <w:rFonts w:asciiTheme="majorHAnsi" w:hAnsiTheme="majorHAnsi"/>
            <w:color w:val="auto"/>
          </w:rPr>
          <w:t>4.22</w:t>
        </w:r>
        <w:r w:rsidR="008F13B4" w:rsidRPr="00C72F6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Životní prostředí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_Toc129260693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13</w:t>
        </w:r>
        <w:r w:rsidR="008F13B4" w:rsidRPr="00C72F69">
          <w:rPr>
            <w:noProof/>
            <w:webHidden/>
          </w:rPr>
          <w:fldChar w:fldCharType="end"/>
        </w:r>
      </w:hyperlink>
    </w:p>
    <w:p w14:paraId="048AF7B0" w14:textId="63753502" w:rsidR="008F13B4" w:rsidRPr="00C72F69" w:rsidRDefault="000A17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260694" w:history="1">
        <w:r w:rsidR="008F13B4" w:rsidRPr="00C72F69">
          <w:rPr>
            <w:rStyle w:val="Hypertextovodkaz"/>
            <w:color w:val="auto"/>
          </w:rPr>
          <w:t>5.</w:t>
        </w:r>
        <w:r w:rsidR="008F13B4" w:rsidRPr="00C72F6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ORGANIZACE VÝSTAVBY, VÝLUKY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_Toc129260694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13</w:t>
        </w:r>
        <w:r w:rsidR="008F13B4" w:rsidRPr="00C72F69">
          <w:rPr>
            <w:noProof/>
            <w:webHidden/>
          </w:rPr>
          <w:fldChar w:fldCharType="end"/>
        </w:r>
      </w:hyperlink>
    </w:p>
    <w:p w14:paraId="624CD30F" w14:textId="7DACEBC3" w:rsidR="008F13B4" w:rsidRPr="00C72F69" w:rsidRDefault="000A17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260695" w:history="1">
        <w:r w:rsidR="008F13B4" w:rsidRPr="00C72F69">
          <w:rPr>
            <w:rStyle w:val="Hypertextovodkaz"/>
            <w:color w:val="auto"/>
          </w:rPr>
          <w:t>6.</w:t>
        </w:r>
        <w:r w:rsidR="008F13B4" w:rsidRPr="00C72F6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SOUVISEJÍCÍ DOKUMENTY A PŘEDPISY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_Toc129260695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13</w:t>
        </w:r>
        <w:r w:rsidR="008F13B4" w:rsidRPr="00C72F69">
          <w:rPr>
            <w:noProof/>
            <w:webHidden/>
          </w:rPr>
          <w:fldChar w:fldCharType="end"/>
        </w:r>
      </w:hyperlink>
    </w:p>
    <w:p w14:paraId="3849C22A" w14:textId="177DD745" w:rsidR="008F13B4" w:rsidRPr="00C72F69" w:rsidRDefault="000A17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260696" w:history="1">
        <w:r w:rsidR="008F13B4" w:rsidRPr="00C72F69">
          <w:rPr>
            <w:rStyle w:val="Hypertextovodkaz"/>
            <w:color w:val="auto"/>
          </w:rPr>
          <w:t>7.</w:t>
        </w:r>
        <w:r w:rsidR="008F13B4" w:rsidRPr="00C72F6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F13B4" w:rsidRPr="00C72F69">
          <w:rPr>
            <w:rStyle w:val="Hypertextovodkaz"/>
            <w:color w:val="auto"/>
          </w:rPr>
          <w:t>PŘÍLOHY</w:t>
        </w:r>
        <w:r w:rsidR="008F13B4" w:rsidRPr="00C72F69">
          <w:rPr>
            <w:noProof/>
            <w:webHidden/>
          </w:rPr>
          <w:tab/>
        </w:r>
        <w:r w:rsidR="008F13B4" w:rsidRPr="00C72F69">
          <w:rPr>
            <w:noProof/>
            <w:webHidden/>
          </w:rPr>
          <w:fldChar w:fldCharType="begin"/>
        </w:r>
        <w:r w:rsidR="008F13B4" w:rsidRPr="00C72F69">
          <w:rPr>
            <w:noProof/>
            <w:webHidden/>
          </w:rPr>
          <w:instrText xml:space="preserve"> PAGEREF _Toc129260696 \h </w:instrText>
        </w:r>
        <w:r w:rsidR="008F13B4" w:rsidRPr="00C72F69">
          <w:rPr>
            <w:noProof/>
            <w:webHidden/>
          </w:rPr>
        </w:r>
        <w:r w:rsidR="008F13B4" w:rsidRPr="00C72F69">
          <w:rPr>
            <w:noProof/>
            <w:webHidden/>
          </w:rPr>
          <w:fldChar w:fldCharType="separate"/>
        </w:r>
        <w:r w:rsidR="008F13B4" w:rsidRPr="00C72F69">
          <w:rPr>
            <w:noProof/>
            <w:webHidden/>
          </w:rPr>
          <w:t>14</w:t>
        </w:r>
        <w:r w:rsidR="008F13B4" w:rsidRPr="00C72F69">
          <w:rPr>
            <w:noProof/>
            <w:webHidden/>
          </w:rPr>
          <w:fldChar w:fldCharType="end"/>
        </w:r>
      </w:hyperlink>
    </w:p>
    <w:p w14:paraId="30D8D7FD" w14:textId="50AC7590" w:rsidR="00AD0C7B" w:rsidRPr="00C72F69" w:rsidRDefault="00BD7E91" w:rsidP="008D03B9">
      <w:r w:rsidRPr="00C72F69">
        <w:fldChar w:fldCharType="end"/>
      </w:r>
    </w:p>
    <w:p w14:paraId="5E492BC7" w14:textId="77777777" w:rsidR="00AD0C7B" w:rsidRPr="00C72F69" w:rsidRDefault="00AD0C7B" w:rsidP="00DA1C67">
      <w:pPr>
        <w:pStyle w:val="Nadpisbezsl1-1"/>
        <w:outlineLvl w:val="0"/>
      </w:pPr>
      <w:bookmarkStart w:id="1" w:name="_Toc129260662"/>
      <w:bookmarkStart w:id="2" w:name="_Toc13731854"/>
      <w:r w:rsidRPr="00C72F69">
        <w:t>SEZNAM ZKRATEK</w:t>
      </w:r>
      <w:bookmarkEnd w:id="1"/>
      <w:r w:rsidR="0076790E" w:rsidRPr="00C72F69">
        <w:t xml:space="preserve"> </w:t>
      </w:r>
      <w:bookmarkEnd w:id="2"/>
    </w:p>
    <w:p w14:paraId="382147C3" w14:textId="77777777" w:rsidR="00263DB8" w:rsidRPr="00C72F69" w:rsidRDefault="00263DB8" w:rsidP="00263DB8">
      <w:pPr>
        <w:pStyle w:val="Textbezslovn"/>
        <w:ind w:left="0"/>
        <w:rPr>
          <w:rStyle w:val="Tun"/>
        </w:rPr>
      </w:pPr>
      <w:r w:rsidRPr="00C72F69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C72F69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C72F69" w:rsidRPr="00C72F69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C72F69" w:rsidRDefault="00831E0F" w:rsidP="00AD0C7B">
            <w:pPr>
              <w:pStyle w:val="Zkratky1"/>
            </w:pPr>
            <w:r w:rsidRPr="00C72F69">
              <w:t xml:space="preserve">ESD </w:t>
            </w:r>
            <w:r w:rsidRPr="00C72F69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C72F69" w:rsidRDefault="00831E0F" w:rsidP="000F15F1">
            <w:pPr>
              <w:pStyle w:val="Zkratky2"/>
            </w:pPr>
            <w:r w:rsidRPr="00C72F69">
              <w:t>Elektronický stavební deník</w:t>
            </w:r>
          </w:p>
        </w:tc>
      </w:tr>
      <w:tr w:rsidR="00C72F69" w:rsidRPr="00C72F69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C72F69" w:rsidRDefault="00F92E3A" w:rsidP="00AD0C7B">
            <w:pPr>
              <w:pStyle w:val="Zkratky1"/>
            </w:pPr>
            <w:r w:rsidRPr="00C72F69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C72F69" w:rsidRDefault="00F92E3A" w:rsidP="000F15F1">
            <w:pPr>
              <w:pStyle w:val="Zkratky2"/>
            </w:pPr>
            <w:r w:rsidRPr="00C72F69">
              <w:t>Opravné a údržbové akce</w:t>
            </w:r>
          </w:p>
        </w:tc>
      </w:tr>
      <w:tr w:rsidR="00C72F69" w:rsidRPr="00C72F69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C72F69" w:rsidRDefault="00F92E3A" w:rsidP="00AD0C7B">
            <w:pPr>
              <w:pStyle w:val="Zkratky1"/>
            </w:pPr>
            <w:r w:rsidRPr="00C72F69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C72F69" w:rsidRDefault="00F92E3A" w:rsidP="00F92E3A">
            <w:pPr>
              <w:pStyle w:val="Zkratky2"/>
            </w:pPr>
            <w:r w:rsidRPr="00C72F69">
              <w:t>Úprava majetkových vztahů v železničních stanicích</w:t>
            </w:r>
          </w:p>
          <w:p w14:paraId="02C5BC82" w14:textId="77777777" w:rsidR="00AD0C7B" w:rsidRPr="00C72F69" w:rsidRDefault="00AD0C7B" w:rsidP="000F15F1">
            <w:pPr>
              <w:pStyle w:val="Zkratky2"/>
            </w:pPr>
          </w:p>
        </w:tc>
      </w:tr>
      <w:tr w:rsidR="00AD0C7B" w:rsidRPr="00C72F69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C72F69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C72F69" w:rsidRDefault="00AD0C7B" w:rsidP="000F15F1">
            <w:pPr>
              <w:pStyle w:val="Zkratky2"/>
            </w:pPr>
          </w:p>
        </w:tc>
      </w:tr>
    </w:tbl>
    <w:p w14:paraId="4CE6ED40" w14:textId="77777777" w:rsidR="003226D3" w:rsidRPr="00C72F69" w:rsidRDefault="003226D3" w:rsidP="00AD0C7B"/>
    <w:p w14:paraId="52288D03" w14:textId="77777777" w:rsidR="00041EC8" w:rsidRPr="00C72F69" w:rsidRDefault="003226D3" w:rsidP="003226D3">
      <w:pPr>
        <w:spacing w:after="240" w:line="264" w:lineRule="auto"/>
      </w:pPr>
      <w:r w:rsidRPr="00C72F69">
        <w:br w:type="page"/>
      </w:r>
    </w:p>
    <w:p w14:paraId="78B680FB" w14:textId="77777777" w:rsidR="00F92E3A" w:rsidRPr="00C72F69" w:rsidRDefault="00F92E3A" w:rsidP="003B0494">
      <w:pPr>
        <w:pStyle w:val="Nadpisbezsl1-1"/>
        <w:outlineLvl w:val="0"/>
      </w:pPr>
      <w:bookmarkStart w:id="3" w:name="_Toc129260663"/>
      <w:r w:rsidRPr="00C72F69">
        <w:lastRenderedPageBreak/>
        <w:t>Pojmy a definice</w:t>
      </w:r>
      <w:bookmarkEnd w:id="3"/>
    </w:p>
    <w:p w14:paraId="0C7F15AC" w14:textId="77777777" w:rsidR="00F92E3A" w:rsidRPr="00C72F6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2F69">
        <w:rPr>
          <w:b/>
          <w:sz w:val="18"/>
          <w:szCs w:val="18"/>
        </w:rPr>
        <w:t>Projektová dokumentace pro provádění stavby</w:t>
      </w:r>
      <w:r w:rsidRPr="00C72F69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 xml:space="preserve">zadávána v režimu D+B. </w:t>
      </w:r>
    </w:p>
    <w:p w14:paraId="094394E7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C72F6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2F69">
        <w:rPr>
          <w:b/>
          <w:sz w:val="18"/>
          <w:szCs w:val="18"/>
        </w:rPr>
        <w:t>Realizační dokumentace stavby</w:t>
      </w:r>
      <w:r w:rsidRPr="00C72F69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pokud není OP stanoveno jinak. Obsah a rozsah RDS je definován přílohou P8 SŽ SM011.</w:t>
      </w:r>
    </w:p>
    <w:p w14:paraId="1240667F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72F69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C72F69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C72F6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2F69">
        <w:rPr>
          <w:b/>
          <w:sz w:val="18"/>
          <w:szCs w:val="18"/>
        </w:rPr>
        <w:t>Dokumentace skutečného provedení stavby</w:t>
      </w:r>
      <w:r w:rsidRPr="00C72F69">
        <w:rPr>
          <w:sz w:val="18"/>
          <w:szCs w:val="18"/>
        </w:rPr>
        <w:t xml:space="preserve"> (DSPS</w:t>
      </w:r>
      <w:r w:rsidR="00241A2D" w:rsidRPr="00C72F69">
        <w:rPr>
          <w:sz w:val="18"/>
          <w:szCs w:val="18"/>
        </w:rPr>
        <w:t>)</w:t>
      </w:r>
      <w:r w:rsidRPr="00C72F69">
        <w:rPr>
          <w:sz w:val="18"/>
          <w:szCs w:val="18"/>
        </w:rPr>
        <w:t xml:space="preserve"> je dokumentace, která se</w:t>
      </w:r>
    </w:p>
    <w:p w14:paraId="36D7D2E9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Pr="00C72F69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C72F69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C72F6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C72F69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C72F69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C72F6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2F69">
        <w:rPr>
          <w:b/>
          <w:sz w:val="18"/>
          <w:szCs w:val="18"/>
        </w:rPr>
        <w:t xml:space="preserve">Zadávací dokumentace </w:t>
      </w:r>
      <w:r w:rsidRPr="00C72F69">
        <w:rPr>
          <w:sz w:val="18"/>
          <w:szCs w:val="18"/>
        </w:rPr>
        <w:t>(dále také „ZD“) je soubor dokumentů (OP, Technické</w:t>
      </w:r>
    </w:p>
    <w:p w14:paraId="3A3205AA" w14:textId="77777777" w:rsidR="00F92E3A" w:rsidRPr="00C72F6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podmínky, Dokumentace atd.), které vymezují předmět veřejné zakázky v podrobnostech</w:t>
      </w:r>
    </w:p>
    <w:p w14:paraId="2C1010F8" w14:textId="77777777" w:rsidR="00F92E3A" w:rsidRPr="00C72F6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72F69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Pr="00C72F69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C72F6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2F69">
        <w:rPr>
          <w:b/>
          <w:sz w:val="18"/>
          <w:szCs w:val="18"/>
        </w:rPr>
        <w:t xml:space="preserve">Projektová dokumentace </w:t>
      </w:r>
      <w:r w:rsidRPr="00C72F69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C72F69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C72F6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2F69">
        <w:rPr>
          <w:b/>
          <w:sz w:val="18"/>
          <w:szCs w:val="18"/>
        </w:rPr>
        <w:t>Technický dozor stavebníka</w:t>
      </w:r>
      <w:r w:rsidRPr="00C72F69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C72F6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C72F6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Pr="00C72F69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C72F69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Pr="00C72F69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2F69">
        <w:rPr>
          <w:b/>
          <w:sz w:val="18"/>
          <w:szCs w:val="18"/>
        </w:rPr>
        <w:t>Pojmy s velkými začátečnými písmeny</w:t>
      </w:r>
      <w:r w:rsidRPr="00C72F69">
        <w:rPr>
          <w:sz w:val="18"/>
          <w:szCs w:val="18"/>
        </w:rPr>
        <w:t xml:space="preserve"> použité v těchto </w:t>
      </w:r>
      <w:r w:rsidR="00A774DB" w:rsidRPr="00C72F69">
        <w:rPr>
          <w:b/>
          <w:sz w:val="18"/>
          <w:szCs w:val="18"/>
        </w:rPr>
        <w:t>Zvláštních technických podmínkách</w:t>
      </w:r>
      <w:r w:rsidR="00A774DB" w:rsidRPr="00C72F69">
        <w:rPr>
          <w:sz w:val="18"/>
          <w:szCs w:val="18"/>
        </w:rPr>
        <w:t xml:space="preserve"> (dále jen „ZTP“)</w:t>
      </w:r>
      <w:r w:rsidRPr="00C72F69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C72F69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C72F69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V</w:t>
      </w:r>
      <w:r w:rsidRPr="00C72F69">
        <w:rPr>
          <w:rFonts w:cs="Verdana"/>
          <w:sz w:val="18"/>
          <w:szCs w:val="18"/>
        </w:rPr>
        <w:t xml:space="preserve"> ZTP jsou použité odkazy na </w:t>
      </w:r>
      <w:r w:rsidRPr="00C72F69">
        <w:rPr>
          <w:rFonts w:cs="Verdana"/>
          <w:b/>
          <w:sz w:val="18"/>
          <w:szCs w:val="18"/>
        </w:rPr>
        <w:t>oddíly, články a podčlánky</w:t>
      </w:r>
      <w:r w:rsidRPr="00C72F69">
        <w:rPr>
          <w:rFonts w:cs="Verdana"/>
          <w:sz w:val="18"/>
          <w:szCs w:val="18"/>
        </w:rPr>
        <w:t xml:space="preserve"> souboru </w:t>
      </w:r>
      <w:r w:rsidRPr="00C72F69">
        <w:rPr>
          <w:rFonts w:cs="Verdana"/>
          <w:b/>
          <w:sz w:val="18"/>
          <w:szCs w:val="18"/>
        </w:rPr>
        <w:t>Technické kvalitativní podmínky staveb státních drah</w:t>
      </w:r>
      <w:r w:rsidRPr="00C72F69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C72F69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C72F69">
        <w:rPr>
          <w:sz w:val="18"/>
          <w:szCs w:val="18"/>
        </w:rPr>
        <w:br w:type="page"/>
      </w:r>
    </w:p>
    <w:p w14:paraId="0CBE9032" w14:textId="77777777" w:rsidR="00DF7BAA" w:rsidRPr="00C72F69" w:rsidRDefault="00DF7BAA" w:rsidP="00DF7BAA">
      <w:pPr>
        <w:pStyle w:val="Nadpis2-1"/>
      </w:pPr>
      <w:bookmarkStart w:id="4" w:name="_Toc6410429"/>
      <w:bookmarkStart w:id="5" w:name="_Toc129260664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C72F69">
        <w:lastRenderedPageBreak/>
        <w:t>SPECIFIKACE PŘEDMĚTU DÍLA</w:t>
      </w:r>
      <w:bookmarkEnd w:id="4"/>
      <w:bookmarkEnd w:id="5"/>
    </w:p>
    <w:p w14:paraId="05AE8C5C" w14:textId="77777777" w:rsidR="00DF7BAA" w:rsidRPr="00C72F69" w:rsidRDefault="00DF7BAA" w:rsidP="00DF7BAA">
      <w:pPr>
        <w:pStyle w:val="Nadpis2-2"/>
      </w:pPr>
      <w:bookmarkStart w:id="11" w:name="_Toc6410430"/>
      <w:bookmarkStart w:id="12" w:name="_Toc129260665"/>
      <w:r w:rsidRPr="00C72F69">
        <w:t>Účel a rozsah předmětu Díla</w:t>
      </w:r>
      <w:bookmarkEnd w:id="11"/>
      <w:bookmarkEnd w:id="12"/>
    </w:p>
    <w:p w14:paraId="144B4FC2" w14:textId="65243625" w:rsidR="00DF7BAA" w:rsidRPr="00C72F69" w:rsidRDefault="00DF7BAA" w:rsidP="00DF7BAA">
      <w:pPr>
        <w:pStyle w:val="Text2-1"/>
      </w:pPr>
      <w:r w:rsidRPr="00C72F69">
        <w:t>Předmětem díla je zhotovení stavby „</w:t>
      </w:r>
      <w:r w:rsidR="00E22AD0" w:rsidRPr="00C72F69">
        <w:t>Opravné a údržbové práce v obvodu SSZT Brno 2023-2027</w:t>
      </w:r>
      <w:r w:rsidRPr="00C72F69">
        <w:t>“</w:t>
      </w:r>
      <w:r w:rsidR="00EC4FA5" w:rsidRPr="00C72F69">
        <w:t>,</w:t>
      </w:r>
      <w:r w:rsidRPr="00C72F69">
        <w:t xml:space="preserve"> jejímž cílem </w:t>
      </w:r>
      <w:r w:rsidR="00E22AD0" w:rsidRPr="00C72F69">
        <w:t>jsou operativní opravy zabezpečovacích a sdělovacích zařízení v obvodu SSZT Brno zejména po haváriích, krádežích a poruchách.</w:t>
      </w:r>
    </w:p>
    <w:p w14:paraId="29AAB0CD" w14:textId="2B481178" w:rsidR="00E70AB8" w:rsidRPr="00C72F69" w:rsidRDefault="00A16611" w:rsidP="00F52698">
      <w:pPr>
        <w:pStyle w:val="Text2-1"/>
      </w:pPr>
      <w:r w:rsidRPr="00C72F69">
        <w:t xml:space="preserve">Rozsah Díla </w:t>
      </w:r>
      <w:r w:rsidR="00E22AD0" w:rsidRPr="00C72F69">
        <w:t>„Opravné a údržbové práce v obvodu SSZT Brno 2021-2025“ je zhotovení oprav na základě výzev objednatele.</w:t>
      </w:r>
    </w:p>
    <w:p w14:paraId="79B5C973" w14:textId="77777777" w:rsidR="00DF7BAA" w:rsidRPr="00C72F69" w:rsidRDefault="00DF7BAA" w:rsidP="00DF7BAA">
      <w:pPr>
        <w:pStyle w:val="Nadpis2-2"/>
      </w:pPr>
      <w:bookmarkStart w:id="13" w:name="_Toc6410431"/>
      <w:bookmarkStart w:id="14" w:name="_Toc129260666"/>
      <w:r w:rsidRPr="00C72F69">
        <w:t>Umístění stavby</w:t>
      </w:r>
      <w:bookmarkEnd w:id="13"/>
      <w:bookmarkEnd w:id="14"/>
    </w:p>
    <w:p w14:paraId="4DFE4759" w14:textId="139B5E04" w:rsidR="006972D4" w:rsidRPr="00C72F69" w:rsidRDefault="00DF7BAA" w:rsidP="005A6C0C">
      <w:pPr>
        <w:pStyle w:val="Text2-1"/>
      </w:pPr>
      <w:r w:rsidRPr="00C72F69">
        <w:t xml:space="preserve">Stavba bude probíhat </w:t>
      </w:r>
      <w:r w:rsidR="00E22AD0" w:rsidRPr="00C72F69">
        <w:t>v obvodu SSZT Brno.</w:t>
      </w:r>
    </w:p>
    <w:p w14:paraId="481509A7" w14:textId="77777777" w:rsidR="00DF7BAA" w:rsidRPr="00C72F69" w:rsidRDefault="00DF7BAA" w:rsidP="00DF7BAA">
      <w:pPr>
        <w:pStyle w:val="Nadpis2-1"/>
      </w:pPr>
      <w:bookmarkStart w:id="15" w:name="_Toc6410432"/>
      <w:bookmarkStart w:id="16" w:name="_Toc129260667"/>
      <w:r w:rsidRPr="00C72F69">
        <w:t>PŘEHLED VÝCHOZÍCH PODKLADŮ</w:t>
      </w:r>
      <w:bookmarkEnd w:id="15"/>
      <w:bookmarkEnd w:id="16"/>
    </w:p>
    <w:p w14:paraId="6A2039BC" w14:textId="77777777" w:rsidR="00DF7BAA" w:rsidRPr="00C72F69" w:rsidRDefault="00DF7BAA" w:rsidP="00DF7BAA">
      <w:pPr>
        <w:pStyle w:val="Nadpis2-2"/>
      </w:pPr>
      <w:bookmarkStart w:id="17" w:name="_Toc6410433"/>
      <w:bookmarkStart w:id="18" w:name="_Toc129260668"/>
      <w:r w:rsidRPr="00C72F69">
        <w:t>Projektová dokumentace</w:t>
      </w:r>
      <w:bookmarkEnd w:id="17"/>
      <w:bookmarkEnd w:id="18"/>
    </w:p>
    <w:p w14:paraId="7153DAFA" w14:textId="13164DA1" w:rsidR="00615BEC" w:rsidRPr="00C72F69" w:rsidRDefault="00E22AD0" w:rsidP="00615BEC">
      <w:pPr>
        <w:pStyle w:val="Text2-1"/>
      </w:pPr>
      <w:r w:rsidRPr="00C72F69">
        <w:t>Výchozím podkladem je stávající provozní dokumentace příslušných zařízení.</w:t>
      </w:r>
    </w:p>
    <w:p w14:paraId="52904154" w14:textId="77777777" w:rsidR="00DF7BAA" w:rsidRPr="00C72F69" w:rsidRDefault="00DF7BAA" w:rsidP="00DF7BAA">
      <w:pPr>
        <w:pStyle w:val="Nadpis2-2"/>
      </w:pPr>
      <w:bookmarkStart w:id="19" w:name="_Toc6410434"/>
      <w:bookmarkStart w:id="20" w:name="_Toc129260669"/>
      <w:r w:rsidRPr="00C72F69">
        <w:t>Související dokumentace</w:t>
      </w:r>
      <w:bookmarkEnd w:id="19"/>
      <w:bookmarkEnd w:id="20"/>
    </w:p>
    <w:p w14:paraId="6F27E273" w14:textId="3E9B37AB" w:rsidR="001D35FE" w:rsidRPr="00C72F69" w:rsidRDefault="00E22AD0" w:rsidP="00B266DC">
      <w:pPr>
        <w:pStyle w:val="Text2-1"/>
        <w:numPr>
          <w:ilvl w:val="0"/>
          <w:numId w:val="0"/>
        </w:numPr>
        <w:ind w:left="737"/>
      </w:pPr>
      <w:r w:rsidRPr="00C72F69">
        <w:t xml:space="preserve">Neobsazeno. </w:t>
      </w:r>
      <w:bookmarkStart w:id="21" w:name="_Hlk121215475"/>
      <w:r w:rsidR="001D35FE" w:rsidRPr="00C72F69">
        <w:t xml:space="preserve"> </w:t>
      </w:r>
    </w:p>
    <w:p w14:paraId="68275920" w14:textId="77777777" w:rsidR="00DF7BAA" w:rsidRPr="00C72F69" w:rsidRDefault="00DF7BAA" w:rsidP="00DF7BAA">
      <w:pPr>
        <w:pStyle w:val="Nadpis2-1"/>
      </w:pPr>
      <w:bookmarkStart w:id="22" w:name="_Toc6410435"/>
      <w:bookmarkStart w:id="23" w:name="_Toc129260670"/>
      <w:bookmarkEnd w:id="21"/>
      <w:r w:rsidRPr="00C72F69">
        <w:t>KOORDINACE S JINÝMI STAVBAMI</w:t>
      </w:r>
      <w:bookmarkEnd w:id="22"/>
      <w:bookmarkEnd w:id="23"/>
      <w:r w:rsidRPr="00C72F69">
        <w:t xml:space="preserve"> </w:t>
      </w:r>
    </w:p>
    <w:p w14:paraId="48930A80" w14:textId="11624A0D" w:rsidR="00DF7BAA" w:rsidRPr="00C72F69" w:rsidRDefault="00DF7BAA" w:rsidP="00DF7BAA">
      <w:pPr>
        <w:pStyle w:val="Text2-1"/>
      </w:pPr>
      <w:r w:rsidRPr="00C72F69"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</w:t>
      </w:r>
      <w:r w:rsidR="00E22AD0" w:rsidRPr="00C72F69">
        <w:t xml:space="preserve"> Požadavky na případnou koordinaci stanoví zhotoviteli objednatel v rámci výzvy k plnění zakázky.</w:t>
      </w:r>
      <w:r w:rsidRPr="00C72F69">
        <w:t xml:space="preserve"> </w:t>
      </w:r>
    </w:p>
    <w:p w14:paraId="32E3FFCA" w14:textId="77777777" w:rsidR="00DF7BAA" w:rsidRPr="00C72F69" w:rsidRDefault="0025048A" w:rsidP="00DF7BAA">
      <w:pPr>
        <w:pStyle w:val="Nadpis2-1"/>
      </w:pPr>
      <w:bookmarkStart w:id="24" w:name="_Toc6410436"/>
      <w:bookmarkStart w:id="25" w:name="_Toc129260671"/>
      <w:r w:rsidRPr="00C72F69">
        <w:t xml:space="preserve">Zvláštní </w:t>
      </w:r>
      <w:r w:rsidR="00DF7BAA" w:rsidRPr="00C72F69">
        <w:t xml:space="preserve">TECHNICKÉ </w:t>
      </w:r>
      <w:r w:rsidRPr="00C72F69">
        <w:t>podmímky a požadavky na</w:t>
      </w:r>
      <w:r w:rsidR="00DF7BAA" w:rsidRPr="00C72F69">
        <w:t xml:space="preserve"> PROVEDENÍ DÍLA</w:t>
      </w:r>
      <w:bookmarkEnd w:id="24"/>
      <w:bookmarkEnd w:id="25"/>
    </w:p>
    <w:p w14:paraId="6FD8A9DE" w14:textId="77777777" w:rsidR="00DF7BAA" w:rsidRPr="00C72F69" w:rsidRDefault="00DF7BAA" w:rsidP="00DF7BAA">
      <w:pPr>
        <w:pStyle w:val="Nadpis2-2"/>
      </w:pPr>
      <w:bookmarkStart w:id="26" w:name="_Toc6410437"/>
      <w:bookmarkStart w:id="27" w:name="_Toc129260672"/>
      <w:r w:rsidRPr="00C72F69">
        <w:t>Všeobecně</w:t>
      </w:r>
      <w:bookmarkEnd w:id="26"/>
      <w:bookmarkEnd w:id="27"/>
    </w:p>
    <w:p w14:paraId="65F9A068" w14:textId="77777777" w:rsidR="003B0494" w:rsidRPr="00C72F69" w:rsidRDefault="003B0494" w:rsidP="003B0494">
      <w:pPr>
        <w:pStyle w:val="Text2-1"/>
      </w:pPr>
      <w:r w:rsidRPr="00C72F69">
        <w:rPr>
          <w:b/>
        </w:rPr>
        <w:t>ZTP</w:t>
      </w:r>
      <w:r w:rsidRPr="00C72F69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C72F69" w:rsidRDefault="003B0494" w:rsidP="003B0494">
      <w:pPr>
        <w:pStyle w:val="Text2-1"/>
      </w:pPr>
      <w:r w:rsidRPr="00C72F69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C72F69" w:rsidRDefault="003B0494" w:rsidP="003B0494">
      <w:pPr>
        <w:pStyle w:val="Text2-2"/>
      </w:pPr>
      <w:r w:rsidRPr="00C72F69">
        <w:t xml:space="preserve">V čl. 1.1.2 TKP, odst. 1 se u odrážky „Projektová dokumentace (dále jen „Dokumentace“) </w:t>
      </w:r>
      <w:proofErr w:type="gramStart"/>
      <w:r w:rsidRPr="00C72F69">
        <w:t>…“,vypouští</w:t>
      </w:r>
      <w:proofErr w:type="gramEnd"/>
      <w:r w:rsidRPr="00C72F69">
        <w:t xml:space="preserve"> text „…resp. vyhlášky č. 583/2020 Sb.…“. </w:t>
      </w:r>
    </w:p>
    <w:p w14:paraId="6624CD33" w14:textId="77777777" w:rsidR="003B0494" w:rsidRPr="00C72F69" w:rsidRDefault="003B0494" w:rsidP="003B0494">
      <w:pPr>
        <w:pStyle w:val="Text2-2"/>
      </w:pPr>
      <w:r w:rsidRPr="00C72F69">
        <w:t>Čl. 1.4.8 TKP, odst. 5 Text „…</w:t>
      </w:r>
      <w:bookmarkStart w:id="28" w:name="_Hlk115084506"/>
      <w:r w:rsidRPr="00C72F69">
        <w:t>nejméně 5 pracovních dnů před termínem</w:t>
      </w:r>
      <w:bookmarkEnd w:id="28"/>
      <w:r w:rsidRPr="00C72F69">
        <w:t>…“ se mění na „…nejméně 2 pracovní dny před termínem …“.</w:t>
      </w:r>
    </w:p>
    <w:p w14:paraId="2CE0FF76" w14:textId="77777777" w:rsidR="003B0494" w:rsidRPr="00C72F69" w:rsidRDefault="003B0494" w:rsidP="003B0494">
      <w:pPr>
        <w:pStyle w:val="Text2-2"/>
      </w:pPr>
      <w:r w:rsidRPr="00C72F69">
        <w:t>V čl. 1.7.1 TKP, odst. 1 se doplňuje text „…se zásadami směrnice SŽ SM011</w:t>
      </w:r>
      <w:r w:rsidR="000258E6" w:rsidRPr="00C72F69">
        <w:t xml:space="preserve"> (Dokumentace staveb Správy železnic, státní organizace)</w:t>
      </w:r>
      <w:r w:rsidRPr="00C72F69">
        <w:t xml:space="preserve"> směrnice SŽDC</w:t>
      </w:r>
      <w:r w:rsidR="000258E6" w:rsidRPr="00C72F69">
        <w:t xml:space="preserve"> </w:t>
      </w:r>
      <w:r w:rsidRPr="00C72F69">
        <w:t>č.</w:t>
      </w:r>
      <w:r w:rsidR="000258E6" w:rsidRPr="00C72F69">
        <w:t> </w:t>
      </w:r>
      <w:r w:rsidRPr="00C72F69">
        <w:t>117</w:t>
      </w:r>
      <w:r w:rsidR="000258E6" w:rsidRPr="00C72F69">
        <w:t xml:space="preserve"> (Předávání digitální dokumentace z investiční výstavby SŽDC)</w:t>
      </w:r>
      <w:r w:rsidRPr="00C72F69">
        <w:t xml:space="preserve"> a pokynu GŘ č.</w:t>
      </w:r>
      <w:r w:rsidR="000258E6" w:rsidRPr="00C72F69">
        <w:t> </w:t>
      </w:r>
      <w:r w:rsidRPr="00C72F69">
        <w:t>4/2016</w:t>
      </w:r>
      <w:r w:rsidR="000258E6" w:rsidRPr="00C72F69">
        <w:t xml:space="preserve"> (Předávání digitální dokumentace a dat mezi SŽDC a externími subjekty)</w:t>
      </w:r>
      <w:r w:rsidRPr="00C72F69">
        <w:t xml:space="preserve"> a pokynu GŘ SŽ PO-06/2020-GŘ</w:t>
      </w:r>
      <w:r w:rsidR="00F04838" w:rsidRPr="00C72F69">
        <w:t xml:space="preserve"> (Pokyn generálního ředitele k poskytování geodetických podkladů a činností pro přípravu a realizaci opravných a investičních akcí)</w:t>
      </w:r>
      <w:r w:rsidRPr="00C72F69">
        <w:t xml:space="preserve"> a dále v souladu s dokumenty v této kapitole citovanými.“</w:t>
      </w:r>
    </w:p>
    <w:p w14:paraId="4EB514DA" w14:textId="77777777" w:rsidR="003B0494" w:rsidRPr="00C72F69" w:rsidRDefault="003B0494" w:rsidP="003B0494">
      <w:pPr>
        <w:pStyle w:val="Text2-2"/>
      </w:pPr>
      <w:r w:rsidRPr="00C72F69">
        <w:t>Čl. 1.7.3.2 TKP, odst. 1 se ruší</w:t>
      </w:r>
      <w:r w:rsidR="00F04838" w:rsidRPr="00C72F69">
        <w:t>.</w:t>
      </w:r>
    </w:p>
    <w:p w14:paraId="13EDD7E0" w14:textId="77777777" w:rsidR="003B0494" w:rsidRPr="00C72F69" w:rsidRDefault="003B0494" w:rsidP="003B0494">
      <w:pPr>
        <w:pStyle w:val="Text2-2"/>
      </w:pPr>
      <w:r w:rsidRPr="00C72F69">
        <w:lastRenderedPageBreak/>
        <w:t xml:space="preserve">Čl. </w:t>
      </w:r>
      <w:bookmarkStart w:id="29" w:name="_Hlk115950514"/>
      <w:r w:rsidRPr="00C72F69">
        <w:t xml:space="preserve">1.7.3.2 TKP, odst. 7 </w:t>
      </w:r>
      <w:bookmarkEnd w:id="29"/>
      <w:r w:rsidRPr="00C72F69">
        <w:t>se ruší.</w:t>
      </w:r>
    </w:p>
    <w:p w14:paraId="267F5656" w14:textId="77777777" w:rsidR="003B0494" w:rsidRPr="00C72F69" w:rsidRDefault="003B0494" w:rsidP="003B0494">
      <w:pPr>
        <w:pStyle w:val="Text2-2"/>
      </w:pPr>
      <w:r w:rsidRPr="00C72F69">
        <w:t>Čl. 1.7.3.3 TKP, odst. 1 se mění takto:</w:t>
      </w:r>
    </w:p>
    <w:p w14:paraId="7E1FF04A" w14:textId="77777777" w:rsidR="003B0494" w:rsidRPr="00C72F69" w:rsidRDefault="003B0494" w:rsidP="00EB6387">
      <w:pPr>
        <w:pStyle w:val="Text2-2"/>
        <w:numPr>
          <w:ilvl w:val="0"/>
          <w:numId w:val="0"/>
        </w:numPr>
        <w:ind w:left="1701"/>
      </w:pPr>
      <w:r w:rsidRPr="00C72F69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C72F69">
        <w:t>Bpv</w:t>
      </w:r>
      <w:proofErr w:type="spellEnd"/>
      <w:r w:rsidRPr="00C72F69">
        <w:t>.</w:t>
      </w:r>
    </w:p>
    <w:p w14:paraId="2A5238ED" w14:textId="77777777" w:rsidR="00EB6387" w:rsidRPr="00C72F69" w:rsidRDefault="00EB6387" w:rsidP="00EB6387">
      <w:pPr>
        <w:pStyle w:val="Text2-2"/>
      </w:pPr>
      <w:r w:rsidRPr="00C72F69">
        <w:t xml:space="preserve">V čl. 1.7.3.5 TKP, odst.1 se mění takto: </w:t>
      </w:r>
    </w:p>
    <w:p w14:paraId="2F5EA142" w14:textId="77777777" w:rsidR="00EB6387" w:rsidRPr="00C72F69" w:rsidRDefault="00EB6387" w:rsidP="00EB6387">
      <w:pPr>
        <w:pStyle w:val="Text2-2"/>
        <w:numPr>
          <w:ilvl w:val="0"/>
          <w:numId w:val="0"/>
        </w:numPr>
        <w:ind w:left="1701"/>
      </w:pPr>
      <w:r w:rsidRPr="00C72F69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C72F69" w:rsidRDefault="00EB6387" w:rsidP="00EB6387">
      <w:pPr>
        <w:pStyle w:val="Text2-2"/>
      </w:pPr>
      <w:r w:rsidRPr="00C72F69">
        <w:t>V čl. 1.7.3.5 TKP, se ruší odstavce 5 a 6.</w:t>
      </w:r>
    </w:p>
    <w:p w14:paraId="7DA96C7C" w14:textId="77777777" w:rsidR="00EB6387" w:rsidRPr="00C72F69" w:rsidRDefault="00EB6387" w:rsidP="00EB6387">
      <w:pPr>
        <w:pStyle w:val="Text2-2"/>
      </w:pPr>
      <w:r w:rsidRPr="00C72F69">
        <w:t>Čl. 1.8.2 TKP, odst. 6 písm. a) se doplňuje textem „…byla-li RDS zpracována</w:t>
      </w:r>
      <w:bookmarkStart w:id="30" w:name="_Hlk115329733"/>
      <w:bookmarkStart w:id="31" w:name="_Hlk115427294"/>
      <w:r w:rsidRPr="00C72F69">
        <w:t>…“</w:t>
      </w:r>
      <w:bookmarkEnd w:id="30"/>
      <w:r w:rsidRPr="00C72F69">
        <w:t>.</w:t>
      </w:r>
      <w:bookmarkEnd w:id="31"/>
    </w:p>
    <w:p w14:paraId="67B3D152" w14:textId="77777777" w:rsidR="00F832AA" w:rsidRPr="00C72F69" w:rsidRDefault="00F832AA" w:rsidP="00F832AA">
      <w:pPr>
        <w:pStyle w:val="Text2-2"/>
      </w:pPr>
      <w:r w:rsidRPr="00C72F69">
        <w:t>Čl. 1.8.2 TKP, odst. 7 se ruší.</w:t>
      </w:r>
    </w:p>
    <w:p w14:paraId="787235CA" w14:textId="77777777" w:rsidR="00F832AA" w:rsidRPr="00C72F69" w:rsidRDefault="00F832AA" w:rsidP="00F832AA">
      <w:pPr>
        <w:pStyle w:val="Text2-2"/>
      </w:pPr>
      <w:r w:rsidRPr="00C72F69">
        <w:t xml:space="preserve">V čl. 1.8.3.1 TKP, odst. 2 se ruší text </w:t>
      </w:r>
      <w:bookmarkStart w:id="32" w:name="_Hlk115877962"/>
      <w:r w:rsidRPr="00C72F69">
        <w:t>„…</w:t>
      </w:r>
      <w:bookmarkEnd w:id="32"/>
      <w:r w:rsidRPr="00C72F69">
        <w:t xml:space="preserve"> tj. zpravidla Stavební správa SŽ</w:t>
      </w:r>
      <w:bookmarkStart w:id="33" w:name="_Hlk115334079"/>
      <w:r w:rsidRPr="00C72F69">
        <w:t>…“.</w:t>
      </w:r>
      <w:bookmarkEnd w:id="33"/>
    </w:p>
    <w:p w14:paraId="50868204" w14:textId="77777777" w:rsidR="00F832AA" w:rsidRPr="00C72F69" w:rsidRDefault="00F832AA" w:rsidP="00F832AA">
      <w:pPr>
        <w:pStyle w:val="Text2-2"/>
      </w:pPr>
      <w:r w:rsidRPr="00C72F69">
        <w:t>V čl. 1.9.2 TKP, odst. 3 se mění lhůta z 14 kalendářních dní na 7 kalendářních dní.</w:t>
      </w:r>
    </w:p>
    <w:p w14:paraId="5336A234" w14:textId="77777777" w:rsidR="00F832AA" w:rsidRPr="00C72F69" w:rsidRDefault="00F832AA" w:rsidP="00F832AA">
      <w:pPr>
        <w:pStyle w:val="Text2-2"/>
      </w:pPr>
      <w:r w:rsidRPr="00C72F69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C72F69" w:rsidRDefault="001A001A" w:rsidP="001A001A">
      <w:pPr>
        <w:pStyle w:val="Text2-2"/>
      </w:pPr>
      <w:r w:rsidRPr="00C72F69">
        <w:t>Čl. 1.9.2 TKP, odst. 7 se ruší.</w:t>
      </w:r>
    </w:p>
    <w:p w14:paraId="0AF2C3F2" w14:textId="77777777" w:rsidR="001A001A" w:rsidRPr="00C72F69" w:rsidRDefault="001A001A" w:rsidP="001A001A">
      <w:pPr>
        <w:pStyle w:val="Text2-2"/>
      </w:pPr>
      <w:r w:rsidRPr="00C72F69">
        <w:t xml:space="preserve">Čl. 1.9.4 TKP, odst. 2 se mění takto: </w:t>
      </w:r>
    </w:p>
    <w:p w14:paraId="1E53D822" w14:textId="77777777" w:rsidR="00EB6387" w:rsidRPr="00C72F69" w:rsidRDefault="001A001A" w:rsidP="001A001A">
      <w:pPr>
        <w:pStyle w:val="Text2-2"/>
        <w:numPr>
          <w:ilvl w:val="0"/>
          <w:numId w:val="0"/>
        </w:numPr>
        <w:ind w:left="1701"/>
      </w:pPr>
      <w:r w:rsidRPr="00C72F69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C72F69" w:rsidRDefault="001A001A" w:rsidP="002E5B84">
      <w:pPr>
        <w:pStyle w:val="Text2-2"/>
      </w:pPr>
      <w:r w:rsidRPr="00C72F69">
        <w:t>Čl. 1.9.4 TKP, odst.5 se mění takto:</w:t>
      </w:r>
    </w:p>
    <w:p w14:paraId="755F332C" w14:textId="77777777" w:rsidR="001A001A" w:rsidRPr="00C72F69" w:rsidRDefault="001A001A" w:rsidP="001A001A">
      <w:pPr>
        <w:pStyle w:val="Text2-2"/>
        <w:numPr>
          <w:ilvl w:val="0"/>
          <w:numId w:val="0"/>
        </w:numPr>
        <w:ind w:left="1701"/>
      </w:pPr>
      <w:r w:rsidRPr="00C72F69">
        <w:t>Zhotovitel se zavazuje zpracovat havarijní plán pro případný únik ropných látek ve smyslu zákona č. 254/2001</w:t>
      </w:r>
      <w:r w:rsidR="00F04838" w:rsidRPr="00C72F69">
        <w:t> </w:t>
      </w:r>
      <w:r w:rsidRPr="00C72F69">
        <w:t>Sb.</w:t>
      </w:r>
      <w:r w:rsidR="00F04838" w:rsidRPr="00C72F69">
        <w:t xml:space="preserve"> (vodní zákon). </w:t>
      </w:r>
      <w:r w:rsidRPr="00C72F69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C72F69" w:rsidRDefault="002E5B84" w:rsidP="002E5B84">
      <w:pPr>
        <w:pStyle w:val="Text2-2"/>
      </w:pPr>
      <w:r w:rsidRPr="00C72F69">
        <w:t xml:space="preserve">V čl. </w:t>
      </w:r>
      <w:bookmarkStart w:id="34" w:name="_Hlk115953274"/>
      <w:r w:rsidRPr="00C72F69">
        <w:t xml:space="preserve">1.9.5.1 TKP, odst. 1, </w:t>
      </w:r>
      <w:bookmarkEnd w:id="34"/>
      <w:r w:rsidRPr="00C72F69">
        <w:t>písm. e) se mění lhůta z 21 dnů na 7 dnů.</w:t>
      </w:r>
    </w:p>
    <w:p w14:paraId="56F76875" w14:textId="77777777" w:rsidR="002E5B84" w:rsidRPr="00C72F69" w:rsidRDefault="002E5B84" w:rsidP="002E5B84">
      <w:pPr>
        <w:pStyle w:val="Text2-2"/>
      </w:pPr>
      <w:r w:rsidRPr="00C72F69">
        <w:t>Čl. 1.9.5.1 TKP, odst. 3 se ruší.</w:t>
      </w:r>
    </w:p>
    <w:p w14:paraId="6C6F3129" w14:textId="77777777" w:rsidR="002E5B84" w:rsidRPr="00C72F69" w:rsidRDefault="002E5B84" w:rsidP="002E5B84">
      <w:pPr>
        <w:pStyle w:val="Text2-2"/>
      </w:pPr>
      <w:r w:rsidRPr="00C72F69">
        <w:t>V čl. 1.10.5.2 TKP, odst. 3 se ruší text „… (zpravidla Stavební správa)“.</w:t>
      </w:r>
    </w:p>
    <w:p w14:paraId="00BDD7E0" w14:textId="77777777" w:rsidR="002E5B84" w:rsidRPr="00C72F69" w:rsidRDefault="002E5B84" w:rsidP="002E5B84">
      <w:pPr>
        <w:pStyle w:val="Text2-2"/>
      </w:pPr>
      <w:r w:rsidRPr="00C72F69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C72F69" w:rsidRDefault="00DF7856" w:rsidP="00DF7856">
      <w:pPr>
        <w:pStyle w:val="Text2-2"/>
      </w:pPr>
      <w:r w:rsidRPr="00C72F69">
        <w:t>Čl. 1.10.9.3 TKP, odst. 7 se ruší.</w:t>
      </w:r>
    </w:p>
    <w:p w14:paraId="001931A6" w14:textId="77777777" w:rsidR="00DF7856" w:rsidRPr="00C72F69" w:rsidRDefault="00DF7856" w:rsidP="00DF7856">
      <w:pPr>
        <w:pStyle w:val="Text2-2"/>
      </w:pPr>
      <w:r w:rsidRPr="00C72F69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C72F69" w:rsidRDefault="00DF7856" w:rsidP="00DF7856">
      <w:pPr>
        <w:pStyle w:val="Text2-2"/>
      </w:pPr>
      <w:r w:rsidRPr="00C72F69">
        <w:t>V čl. 1.11.3 TKP, odst. 4, písm. d) se mění počet 4 souprav závěrových tabulek na 3 soupravy závěrových tabulek.</w:t>
      </w:r>
    </w:p>
    <w:p w14:paraId="448E1D50" w14:textId="77777777" w:rsidR="002E5B84" w:rsidRPr="00C72F69" w:rsidRDefault="00DF7856" w:rsidP="002E5B84">
      <w:pPr>
        <w:pStyle w:val="Text2-2"/>
      </w:pPr>
      <w:r w:rsidRPr="00C72F69">
        <w:t>V čl. 1.11.3 TKP, odst. 4, písm. e) se mění takto:</w:t>
      </w:r>
    </w:p>
    <w:p w14:paraId="1B075C28" w14:textId="77777777" w:rsidR="00DF7856" w:rsidRPr="00C72F69" w:rsidRDefault="00DF7856" w:rsidP="00DF7856">
      <w:pPr>
        <w:pStyle w:val="Text2-2"/>
        <w:numPr>
          <w:ilvl w:val="0"/>
          <w:numId w:val="0"/>
        </w:numPr>
        <w:ind w:left="1701"/>
      </w:pPr>
      <w:r w:rsidRPr="00C72F69">
        <w:lastRenderedPageBreak/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72F69" w:rsidRDefault="00DF7856" w:rsidP="00DF7856">
      <w:pPr>
        <w:pStyle w:val="Text2-2"/>
      </w:pPr>
      <w:r w:rsidRPr="00C72F69">
        <w:t>V čl. 1.11.3 TKP, odst. 5, se mění lhůta z 45 dnů na 15 dnů.</w:t>
      </w:r>
    </w:p>
    <w:p w14:paraId="0704B5B7" w14:textId="77777777" w:rsidR="00DF7856" w:rsidRPr="00C72F69" w:rsidRDefault="00DF7856" w:rsidP="00DF7856">
      <w:pPr>
        <w:pStyle w:val="Text2-2"/>
      </w:pPr>
      <w:r w:rsidRPr="00C72F69">
        <w:t xml:space="preserve">V čl. 1.11.5 TKP, odst. 2 se vypouští text: </w:t>
      </w:r>
      <w:bookmarkStart w:id="35" w:name="_Hlk115869021"/>
      <w:r w:rsidRPr="00C72F69">
        <w:t>„…</w:t>
      </w:r>
      <w:bookmarkEnd w:id="35"/>
      <w:r w:rsidRPr="00C72F69">
        <w:t>a v podrobnostech směrnice SŽ SM011“</w:t>
      </w:r>
    </w:p>
    <w:p w14:paraId="5ABBE8F9" w14:textId="77777777" w:rsidR="00DF7856" w:rsidRPr="00C72F69" w:rsidRDefault="00DF7856" w:rsidP="00DF7856">
      <w:pPr>
        <w:pStyle w:val="Text2-2"/>
      </w:pPr>
      <w:r w:rsidRPr="00C72F69">
        <w:t>Čl. 1.11.5.1 TKP, odst. 3 se mění takto:</w:t>
      </w:r>
    </w:p>
    <w:p w14:paraId="75E57AD6" w14:textId="574BAFAD" w:rsidR="00DF7856" w:rsidRPr="00C72F69" w:rsidRDefault="00DF7856" w:rsidP="004C1240">
      <w:pPr>
        <w:pStyle w:val="Text2-2"/>
        <w:numPr>
          <w:ilvl w:val="0"/>
          <w:numId w:val="0"/>
        </w:numPr>
        <w:ind w:left="1701"/>
      </w:pPr>
      <w:r w:rsidRPr="00C72F69">
        <w:t xml:space="preserve">Předání Dokumentace skutečného provedení stavby týkající se díla Zhotovitelem Objednateli proběhne </w:t>
      </w:r>
      <w:r w:rsidRPr="00C72F69">
        <w:rPr>
          <w:b/>
        </w:rPr>
        <w:t>v listinné podobě ve třech vyhotoveních</w:t>
      </w:r>
      <w:r w:rsidRPr="00C72F69">
        <w:t xml:space="preserve"> pro technickou část do 2 měsíců, pro souborné zpracování geodetické části do 2 měsíců a kompletní </w:t>
      </w:r>
      <w:r w:rsidRPr="00C72F69">
        <w:rPr>
          <w:b/>
        </w:rPr>
        <w:t>dokumentace v elektronické podobě v rozsahu dle čl. 4.1.</w:t>
      </w:r>
      <w:r w:rsidR="001456A2" w:rsidRPr="00C72F69">
        <w:rPr>
          <w:b/>
        </w:rPr>
        <w:t>2.</w:t>
      </w:r>
      <w:r w:rsidRPr="00C72F69">
        <w:rPr>
          <w:b/>
        </w:rPr>
        <w:t>30</w:t>
      </w:r>
      <w:r w:rsidR="00C4162B" w:rsidRPr="00C72F69">
        <w:rPr>
          <w:b/>
        </w:rPr>
        <w:t xml:space="preserve"> </w:t>
      </w:r>
      <w:r w:rsidRPr="00C72F69">
        <w:rPr>
          <w:b/>
        </w:rPr>
        <w:t>těchto ZTP</w:t>
      </w:r>
      <w:r w:rsidRPr="00C72F69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C72F69" w:rsidRDefault="004C1240" w:rsidP="004C1240">
      <w:pPr>
        <w:pStyle w:val="Text2-2"/>
      </w:pPr>
      <w:r w:rsidRPr="00C72F69">
        <w:t>Čl. 1.11.5.1 TKP, odst. 4 se ruší.</w:t>
      </w:r>
    </w:p>
    <w:p w14:paraId="21938E47" w14:textId="77777777" w:rsidR="004C1240" w:rsidRPr="00C72F69" w:rsidRDefault="004C1240" w:rsidP="004C1240">
      <w:pPr>
        <w:pStyle w:val="Text2-2"/>
      </w:pPr>
      <w:r w:rsidRPr="00C72F69">
        <w:t>Čl. 1.11.5.1 TKP, odst. 5 se ruší.</w:t>
      </w:r>
    </w:p>
    <w:p w14:paraId="34C5FAAF" w14:textId="77777777" w:rsidR="004C1240" w:rsidRPr="00C72F69" w:rsidRDefault="004C1240" w:rsidP="004C1240">
      <w:pPr>
        <w:pStyle w:val="Text2-2"/>
      </w:pPr>
      <w:r w:rsidRPr="00C72F69">
        <w:t>ČL 1.11.5.1 TKP, odst. 6 se mění takto:</w:t>
      </w:r>
    </w:p>
    <w:p w14:paraId="2A2ECA97" w14:textId="77777777" w:rsidR="004C1240" w:rsidRPr="00C72F69" w:rsidRDefault="004C1240" w:rsidP="004C1240">
      <w:pPr>
        <w:pStyle w:val="Text2-2"/>
        <w:numPr>
          <w:ilvl w:val="0"/>
          <w:numId w:val="0"/>
        </w:numPr>
        <w:ind w:left="1701"/>
      </w:pPr>
      <w:r w:rsidRPr="00C72F6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C72F69" w:rsidRDefault="004C1240" w:rsidP="00484F28">
      <w:pPr>
        <w:pStyle w:val="Text2-2"/>
        <w:numPr>
          <w:ilvl w:val="0"/>
          <w:numId w:val="22"/>
        </w:numPr>
      </w:pPr>
      <w:r w:rsidRPr="00C72F69">
        <w:t>kompletní dokumentace stavby v otevřené formě</w:t>
      </w:r>
    </w:p>
    <w:p w14:paraId="19A3DA3F" w14:textId="7E66C78D" w:rsidR="004C1240" w:rsidRPr="00C72F69" w:rsidRDefault="004C1240" w:rsidP="00484F28">
      <w:pPr>
        <w:pStyle w:val="Text2-2"/>
        <w:numPr>
          <w:ilvl w:val="0"/>
          <w:numId w:val="22"/>
        </w:numPr>
      </w:pPr>
      <w:r w:rsidRPr="00C72F69">
        <w:t>kompletní dokumentace stavby v uzavřené formě</w:t>
      </w:r>
    </w:p>
    <w:p w14:paraId="744A9FA1" w14:textId="77777777" w:rsidR="00E05363" w:rsidRPr="00C72F69" w:rsidRDefault="00E05363" w:rsidP="00E05363">
      <w:pPr>
        <w:pStyle w:val="Text2-2"/>
      </w:pPr>
      <w:r w:rsidRPr="00C72F69">
        <w:t>V čl. 1.11.5.1 TKP, odst. 7 se ruší text: „…*.XML (datový předpis XDC)“.</w:t>
      </w:r>
    </w:p>
    <w:p w14:paraId="6DDAD84D" w14:textId="77777777" w:rsidR="00735BE7" w:rsidRPr="00C72F69" w:rsidRDefault="00735BE7" w:rsidP="00735BE7">
      <w:pPr>
        <w:pStyle w:val="Text2-1"/>
        <w:rPr>
          <w:b/>
        </w:rPr>
      </w:pPr>
      <w:r w:rsidRPr="00C72F69">
        <w:t xml:space="preserve">Pokud obsahují TKP odvolání na ustanovení VTP, tyto se ruší a </w:t>
      </w:r>
      <w:r w:rsidRPr="00C72F69">
        <w:rPr>
          <w:b/>
        </w:rPr>
        <w:t>platí TKP, nebo doplňující ustanovení jsou-li v ZTP uvedena.</w:t>
      </w:r>
    </w:p>
    <w:p w14:paraId="7FA8E2B4" w14:textId="4F0C32B3" w:rsidR="00735F5B" w:rsidRPr="00C72F69" w:rsidRDefault="00735F5B" w:rsidP="00735F5B">
      <w:pPr>
        <w:pStyle w:val="Text2-2"/>
      </w:pPr>
      <w:r w:rsidRPr="00C72F69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C72F69">
        <w:t>, nejdříve</w:t>
      </w:r>
      <w:r w:rsidR="008A19E2" w:rsidRPr="00C72F69">
        <w:t xml:space="preserve"> však prvního dne měsíce určeného pro zahájení stavby v čl. 5.1.4 </w:t>
      </w:r>
      <w:r w:rsidR="00BE06E2" w:rsidRPr="00C72F69">
        <w:t xml:space="preserve">těchto </w:t>
      </w:r>
      <w:r w:rsidR="008A19E2" w:rsidRPr="00C72F69">
        <w:t>ZTP.</w:t>
      </w:r>
    </w:p>
    <w:p w14:paraId="0D0E006A" w14:textId="77777777" w:rsidR="00735F5B" w:rsidRPr="00C72F69" w:rsidRDefault="00735F5B" w:rsidP="00735F5B">
      <w:pPr>
        <w:pStyle w:val="Text2-2"/>
      </w:pPr>
      <w:r w:rsidRPr="00C72F69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C72F69" w:rsidRDefault="00735F5B" w:rsidP="00735F5B">
      <w:pPr>
        <w:pStyle w:val="Text2-2"/>
      </w:pPr>
      <w:r w:rsidRPr="00C72F69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Pr="00C72F69" w:rsidRDefault="00735F5B" w:rsidP="00735F5B">
      <w:pPr>
        <w:pStyle w:val="Text2-2"/>
      </w:pPr>
      <w:r w:rsidRPr="00C72F69">
        <w:t xml:space="preserve">V případě, že TDS při provádění Díla zjistí, že práce na Díle nebo jeho části provádí </w:t>
      </w:r>
      <w:proofErr w:type="spellStart"/>
      <w:r w:rsidRPr="00C72F69">
        <w:t>Podzhotovitel</w:t>
      </w:r>
      <w:proofErr w:type="spellEnd"/>
      <w:r w:rsidRPr="00C72F69"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C72F69" w:rsidRDefault="00223CF2" w:rsidP="00223CF2">
      <w:pPr>
        <w:pStyle w:val="Text2-2"/>
      </w:pPr>
      <w:r w:rsidRPr="00C72F69">
        <w:rPr>
          <w:b/>
        </w:rPr>
        <w:t>U majetkoprávního vypořádání s ČD</w:t>
      </w:r>
      <w:r w:rsidRPr="00C72F69">
        <w:t xml:space="preserve"> se Zhotovitel zavazuje respektovat aktuální stav a postupy vypořádání v rámci </w:t>
      </w:r>
      <w:r w:rsidRPr="00C72F69">
        <w:rPr>
          <w:b/>
        </w:rPr>
        <w:t>UMVŽST.</w:t>
      </w:r>
    </w:p>
    <w:p w14:paraId="49430CA2" w14:textId="77777777" w:rsidR="009358DC" w:rsidRPr="00C72F69" w:rsidRDefault="009358DC" w:rsidP="005220AF">
      <w:pPr>
        <w:pStyle w:val="Text2-2"/>
      </w:pPr>
      <w:r w:rsidRPr="00C72F69">
        <w:lastRenderedPageBreak/>
        <w:t xml:space="preserve">Veškeré pracovní postupy nutné ke zhotovení Díla a odstraňování jeho vad, se Zhotovitel zavazuje provádět tak, aby bez řádného projednání s vlastníky </w:t>
      </w:r>
      <w:r w:rsidRPr="00C72F69">
        <w:rPr>
          <w:b/>
        </w:rPr>
        <w:t>nezasahovaly do majetku a práv třetích osob.</w:t>
      </w:r>
    </w:p>
    <w:p w14:paraId="2C486EC1" w14:textId="77777777" w:rsidR="00065260" w:rsidRPr="00C72F69" w:rsidRDefault="00065260" w:rsidP="005220AF">
      <w:pPr>
        <w:pStyle w:val="Text2-2"/>
      </w:pPr>
      <w:r w:rsidRPr="00C72F69">
        <w:t xml:space="preserve">Pokud je </w:t>
      </w:r>
      <w:r w:rsidRPr="00C72F69">
        <w:rPr>
          <w:b/>
        </w:rPr>
        <w:t>podzemní vedení</w:t>
      </w:r>
      <w:r w:rsidRPr="00C72F69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C72F69" w:rsidRDefault="00C711EA" w:rsidP="005220AF">
      <w:pPr>
        <w:pStyle w:val="Text2-2"/>
      </w:pPr>
      <w:r w:rsidRPr="00C72F69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2F69" w:rsidRDefault="00C711EA" w:rsidP="005220AF">
      <w:pPr>
        <w:pStyle w:val="Text2-2"/>
      </w:pPr>
      <w:r w:rsidRPr="00C72F69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C72F69" w:rsidRDefault="00C711EA" w:rsidP="005220AF">
      <w:pPr>
        <w:pStyle w:val="Text2-2"/>
        <w:rPr>
          <w:b/>
        </w:rPr>
      </w:pPr>
      <w:r w:rsidRPr="00C72F69">
        <w:t xml:space="preserve">Zhotovitel se zavazuje nejméně 5 dní před zahájením příslušné činnosti oznámit TDS a projednat s příslušným vlastníkem (správcem) </w:t>
      </w:r>
      <w:r w:rsidRPr="00C72F69">
        <w:rPr>
          <w:b/>
        </w:rPr>
        <w:t>zásahy do jeho provozovaného zařízení technické infrastruktury.</w:t>
      </w:r>
    </w:p>
    <w:p w14:paraId="2773B784" w14:textId="77777777" w:rsidR="00E95BF0" w:rsidRPr="00C72F69" w:rsidRDefault="00DD10A4" w:rsidP="005220AF">
      <w:pPr>
        <w:pStyle w:val="Text2-2"/>
      </w:pPr>
      <w:r w:rsidRPr="00C72F69">
        <w:t xml:space="preserve">V případě plánované výluky (vypnutí) </w:t>
      </w:r>
      <w:r w:rsidRPr="00C72F69">
        <w:rPr>
          <w:b/>
        </w:rPr>
        <w:t>přejezdového zabezpečovacího zařízení,</w:t>
      </w:r>
      <w:r w:rsidRPr="00C72F69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C72F69" w:rsidRDefault="00DD10A4" w:rsidP="005220AF">
      <w:pPr>
        <w:pStyle w:val="Text2-2"/>
      </w:pPr>
      <w:r w:rsidRPr="00C72F69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C72F69" w:rsidRDefault="00F72FDF" w:rsidP="00F21EDB">
      <w:pPr>
        <w:pStyle w:val="Text2-2"/>
      </w:pPr>
      <w:r w:rsidRPr="00C72F69">
        <w:rPr>
          <w:b/>
        </w:rPr>
        <w:t>Změny během výstavby</w:t>
      </w:r>
      <w:r w:rsidRPr="00C72F69">
        <w:t>,</w:t>
      </w:r>
      <w:r w:rsidR="00324E85" w:rsidRPr="00C72F69">
        <w:t xml:space="preserve"> musí být</w:t>
      </w:r>
      <w:r w:rsidR="00D47647" w:rsidRPr="00C72F69">
        <w:t xml:space="preserve"> řešeny</w:t>
      </w:r>
      <w:r w:rsidR="00857CC5" w:rsidRPr="00C72F69">
        <w:t xml:space="preserve"> </w:t>
      </w:r>
      <w:r w:rsidR="008F6AC2" w:rsidRPr="00C72F69">
        <w:t>a zpracovány</w:t>
      </w:r>
      <w:r w:rsidR="00D47647" w:rsidRPr="00C72F69">
        <w:t xml:space="preserve"> </w:t>
      </w:r>
      <w:r w:rsidR="001401D5" w:rsidRPr="00C72F69">
        <w:t xml:space="preserve">podle </w:t>
      </w:r>
      <w:r w:rsidR="00D47647" w:rsidRPr="00C72F69">
        <w:t>směrnic</w:t>
      </w:r>
      <w:r w:rsidR="001401D5" w:rsidRPr="00C72F69">
        <w:t>e</w:t>
      </w:r>
      <w:r w:rsidR="00F8680A" w:rsidRPr="00C72F69">
        <w:t xml:space="preserve"> </w:t>
      </w:r>
      <w:r w:rsidR="00D47647" w:rsidRPr="00C72F69">
        <w:t>SŽ SM105</w:t>
      </w:r>
      <w:r w:rsidR="00757E4D" w:rsidRPr="00C72F69">
        <w:t>.</w:t>
      </w:r>
      <w:r w:rsidR="00857CC5" w:rsidRPr="00C72F69">
        <w:t xml:space="preserve"> </w:t>
      </w:r>
    </w:p>
    <w:p w14:paraId="0A9BBF8E" w14:textId="77777777" w:rsidR="00744694" w:rsidRPr="00C72F69" w:rsidRDefault="00744694" w:rsidP="00F21EDB">
      <w:pPr>
        <w:pStyle w:val="Text2-2"/>
      </w:pPr>
      <w:r w:rsidRPr="00C72F69">
        <w:t xml:space="preserve">Zhotovitel se zavazuje zajistit </w:t>
      </w:r>
      <w:r w:rsidRPr="00C72F69">
        <w:rPr>
          <w:b/>
        </w:rPr>
        <w:t>kompatibilitu nových vnitřních a vnějších částí zabezpečovacího zařízení</w:t>
      </w:r>
      <w:r w:rsidRPr="00C72F69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C72F69" w:rsidRDefault="00744694" w:rsidP="00F21EDB">
      <w:pPr>
        <w:pStyle w:val="Text2-2"/>
        <w:rPr>
          <w:bCs/>
        </w:rPr>
      </w:pPr>
      <w:r w:rsidRPr="00C72F69">
        <w:t xml:space="preserve">Pro přesnou </w:t>
      </w:r>
      <w:r w:rsidRPr="00C72F69">
        <w:rPr>
          <w:b/>
        </w:rPr>
        <w:t>identifikaci podzemních sítí,</w:t>
      </w:r>
      <w:r w:rsidRPr="00C72F69">
        <w:t xml:space="preserve"> metalických a optických kabelů, kanalizace, vody a plynu budou použity </w:t>
      </w:r>
      <w:r w:rsidRPr="00C72F69">
        <w:rPr>
          <w:b/>
          <w:bCs/>
        </w:rPr>
        <w:t>RFID markery</w:t>
      </w:r>
      <w:r w:rsidRPr="00C72F69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C72F69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72F69">
        <w:rPr>
          <w:sz w:val="18"/>
          <w:szCs w:val="18"/>
        </w:rPr>
        <w:t xml:space="preserve">Silová </w:t>
      </w:r>
      <w:r w:rsidRPr="00C72F69">
        <w:rPr>
          <w:b/>
          <w:sz w:val="18"/>
          <w:szCs w:val="18"/>
        </w:rPr>
        <w:t>zařízení a kabely</w:t>
      </w:r>
      <w:r w:rsidRPr="00C72F69">
        <w:rPr>
          <w:sz w:val="18"/>
          <w:szCs w:val="18"/>
        </w:rPr>
        <w:t xml:space="preserve"> (včetně kabelů určených k napájení zabezpečovacích zařízení) – </w:t>
      </w:r>
      <w:r w:rsidRPr="00C72F69">
        <w:rPr>
          <w:b/>
          <w:sz w:val="18"/>
          <w:szCs w:val="18"/>
        </w:rPr>
        <w:t>červený marker</w:t>
      </w:r>
      <w:r w:rsidRPr="00C72F69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71064A0" w14:textId="77777777" w:rsidR="00C711EA" w:rsidRPr="00C72F69" w:rsidRDefault="00744694" w:rsidP="00F21EDB">
      <w:pPr>
        <w:pStyle w:val="Text2-2"/>
        <w:numPr>
          <w:ilvl w:val="4"/>
          <w:numId w:val="14"/>
        </w:numPr>
      </w:pPr>
      <w:r w:rsidRPr="00C72F69">
        <w:rPr>
          <w:b/>
        </w:rPr>
        <w:lastRenderedPageBreak/>
        <w:t>Sdělovací zařízení a kabely – oranžový marker</w:t>
      </w:r>
      <w:r w:rsidRPr="00C72F69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C72F6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72F69">
        <w:rPr>
          <w:b/>
          <w:sz w:val="18"/>
          <w:szCs w:val="18"/>
        </w:rPr>
        <w:t>Zabezpečovací zařízení – fialový marker</w:t>
      </w:r>
      <w:r w:rsidRPr="00C72F69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9C3F9AE" w14:textId="77777777" w:rsidR="00FD0503" w:rsidRPr="00C72F69" w:rsidRDefault="00FD0503" w:rsidP="00F21EDB">
      <w:pPr>
        <w:pStyle w:val="Text2-2"/>
      </w:pPr>
      <w:r w:rsidRPr="00C72F69">
        <w:t>Označníky je nutno k uloženým kabelům, potrubím a podzemním zařízením pevně upevňovat (např. plastovou vázací páskou).</w:t>
      </w:r>
    </w:p>
    <w:p w14:paraId="25A7416C" w14:textId="77777777" w:rsidR="00FD0503" w:rsidRPr="00C72F69" w:rsidRDefault="00FD0503" w:rsidP="00F21EDB">
      <w:pPr>
        <w:pStyle w:val="Text2-2"/>
      </w:pPr>
      <w:r w:rsidRPr="00C72F69">
        <w:t xml:space="preserve">Informace o použití </w:t>
      </w:r>
      <w:proofErr w:type="spellStart"/>
      <w:r w:rsidRPr="00C72F69">
        <w:t>markerů</w:t>
      </w:r>
      <w:proofErr w:type="spellEnd"/>
      <w:r w:rsidRPr="00C72F69">
        <w:t xml:space="preserve"> bude zaznamenaná do DSPS.</w:t>
      </w:r>
    </w:p>
    <w:p w14:paraId="1C859E22" w14:textId="77777777" w:rsidR="00FD0503" w:rsidRPr="00C72F69" w:rsidRDefault="00FD0503" w:rsidP="000C3375">
      <w:pPr>
        <w:pStyle w:val="Text2-2"/>
      </w:pPr>
      <w:r w:rsidRPr="00C72F69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C72F69" w:rsidRDefault="00FD0503" w:rsidP="00F21EDB">
      <w:pPr>
        <w:pStyle w:val="Text2-2"/>
      </w:pPr>
      <w:r w:rsidRPr="00C72F69">
        <w:rPr>
          <w:b/>
        </w:rPr>
        <w:t xml:space="preserve">V </w:t>
      </w:r>
      <w:r w:rsidR="000C3375" w:rsidRPr="00C72F69">
        <w:rPr>
          <w:b/>
        </w:rPr>
        <w:t>dokumentaci skutečného provedení stavby (</w:t>
      </w:r>
      <w:r w:rsidRPr="00C72F69">
        <w:rPr>
          <w:b/>
        </w:rPr>
        <w:t>DSPS</w:t>
      </w:r>
      <w:r w:rsidR="000C3375" w:rsidRPr="00C72F69">
        <w:rPr>
          <w:b/>
        </w:rPr>
        <w:t>)</w:t>
      </w:r>
      <w:r w:rsidRPr="00C72F69">
        <w:rPr>
          <w:b/>
        </w:rPr>
        <w:t xml:space="preserve"> </w:t>
      </w:r>
      <w:r w:rsidRPr="00C72F69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36981C7B" w14:textId="77777777" w:rsidR="00FD0503" w:rsidRPr="00C72F69" w:rsidRDefault="00FD0503" w:rsidP="005220AF">
      <w:pPr>
        <w:pStyle w:val="Text2-2"/>
      </w:pPr>
      <w:r w:rsidRPr="00C72F69">
        <w:rPr>
          <w:b/>
        </w:rPr>
        <w:t>Souborné zpracování geodetické části DSPS</w:t>
      </w:r>
      <w:r w:rsidRPr="00C72F69">
        <w:t xml:space="preserve"> bude předáno Objednateli v listinné a elektronické podobě v tomto členění:</w:t>
      </w:r>
    </w:p>
    <w:p w14:paraId="04895C1A" w14:textId="77777777" w:rsidR="00FD0503" w:rsidRPr="00C72F69" w:rsidRDefault="00FD0503" w:rsidP="00F21EDB">
      <w:pPr>
        <w:pStyle w:val="Text2-2"/>
        <w:numPr>
          <w:ilvl w:val="4"/>
          <w:numId w:val="14"/>
        </w:numPr>
      </w:pPr>
      <w:r w:rsidRPr="00C72F69">
        <w:t>Technická zpráva a Předávací protokol (ve formátu *.pdf),</w:t>
      </w:r>
    </w:p>
    <w:p w14:paraId="249EF484" w14:textId="77777777" w:rsidR="00FD0503" w:rsidRPr="00C72F6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72F69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C72F6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72F69">
        <w:rPr>
          <w:sz w:val="18"/>
          <w:szCs w:val="18"/>
        </w:rPr>
        <w:t>Elaborát bodového pole:</w:t>
      </w:r>
    </w:p>
    <w:p w14:paraId="6F29101D" w14:textId="77777777" w:rsidR="00FD0503" w:rsidRPr="00C72F69" w:rsidRDefault="00FD0503" w:rsidP="00F21EDB">
      <w:pPr>
        <w:pStyle w:val="Text2-2"/>
        <w:numPr>
          <w:ilvl w:val="5"/>
          <w:numId w:val="14"/>
        </w:numPr>
      </w:pPr>
      <w:r w:rsidRPr="00C72F69">
        <w:t>dokumentace po stavbě předaného ŽBP do správy SŽG, zřízeného v souladu Metodickým pokynem SŽDC M20/MP007</w:t>
      </w:r>
      <w:r w:rsidR="007F5DDD" w:rsidRPr="00C72F69">
        <w:t xml:space="preserve"> Železniční bodové pole </w:t>
      </w:r>
      <w:r w:rsidRPr="00C72F69">
        <w:t>(způsob stabilizace, měření, zpracování, obsah dokumentace),</w:t>
      </w:r>
    </w:p>
    <w:p w14:paraId="155C17CF" w14:textId="77777777" w:rsidR="00FD0503" w:rsidRPr="00C72F69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C72F69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C72F69" w:rsidRDefault="00252A5C" w:rsidP="00F21EDB">
      <w:pPr>
        <w:pStyle w:val="Text2-2"/>
        <w:numPr>
          <w:ilvl w:val="4"/>
          <w:numId w:val="14"/>
        </w:numPr>
      </w:pPr>
      <w:r w:rsidRPr="00C72F69">
        <w:t>Seznamy souřadnic podrobných bodů (ve formátu *.txt):</w:t>
      </w:r>
    </w:p>
    <w:p w14:paraId="62DB22EE" w14:textId="77777777" w:rsidR="00252A5C" w:rsidRPr="00C72F69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C72F69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C72F69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C72F69" w:rsidRDefault="00252A5C" w:rsidP="00F21EDB">
      <w:pPr>
        <w:pStyle w:val="Text2-2"/>
        <w:numPr>
          <w:ilvl w:val="5"/>
          <w:numId w:val="14"/>
        </w:numPr>
      </w:pPr>
      <w:r w:rsidRPr="00C72F69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C72F69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C72F69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C72F69" w:rsidRDefault="00252A5C" w:rsidP="00F21EDB">
      <w:pPr>
        <w:pStyle w:val="Text2-2"/>
        <w:numPr>
          <w:ilvl w:val="4"/>
          <w:numId w:val="14"/>
        </w:numPr>
      </w:pPr>
      <w:r w:rsidRPr="00C72F69">
        <w:lastRenderedPageBreak/>
        <w:t>Výkresové soubory (ve formátu *.dgn). Název souboru musí začínat „DSPS_PVS_, KN_, NH_, PS_ nebo SO_“:</w:t>
      </w:r>
    </w:p>
    <w:p w14:paraId="16B6725F" w14:textId="77777777" w:rsidR="00443D42" w:rsidRPr="00C72F69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C72F69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C72F69" w:rsidRDefault="00443D42" w:rsidP="00F21EDB">
      <w:pPr>
        <w:pStyle w:val="Text2-2"/>
        <w:numPr>
          <w:ilvl w:val="5"/>
          <w:numId w:val="14"/>
        </w:numPr>
      </w:pPr>
      <w:r w:rsidRPr="00C72F69">
        <w:t>Výkres v M 1:1000 se zákresem platné mapy KN,</w:t>
      </w:r>
    </w:p>
    <w:p w14:paraId="52AE6075" w14:textId="77777777" w:rsidR="00443D42" w:rsidRPr="00C72F69" w:rsidRDefault="00443D42" w:rsidP="00F21EDB">
      <w:pPr>
        <w:pStyle w:val="Text2-2"/>
        <w:numPr>
          <w:ilvl w:val="5"/>
          <w:numId w:val="14"/>
        </w:numPr>
      </w:pPr>
      <w:r w:rsidRPr="00C72F69">
        <w:t>Výkres v M 1:1000 se zákresem nové hranice ČD, SŽ po stavbě.</w:t>
      </w:r>
    </w:p>
    <w:p w14:paraId="06B758E6" w14:textId="77777777" w:rsidR="00443D42" w:rsidRPr="00C72F69" w:rsidRDefault="00443D42" w:rsidP="00F21EDB">
      <w:pPr>
        <w:pStyle w:val="Text2-2"/>
        <w:numPr>
          <w:ilvl w:val="4"/>
          <w:numId w:val="14"/>
        </w:numPr>
      </w:pPr>
      <w:r w:rsidRPr="00C72F69">
        <w:t>Předané geodetické části DSPS jednotlivých PS a SO</w:t>
      </w:r>
    </w:p>
    <w:p w14:paraId="42DA34B7" w14:textId="77777777" w:rsidR="00443D42" w:rsidRPr="00C72F69" w:rsidRDefault="00443D42" w:rsidP="00F21EDB">
      <w:pPr>
        <w:pStyle w:val="Text2-2"/>
        <w:numPr>
          <w:ilvl w:val="5"/>
          <w:numId w:val="14"/>
        </w:numPr>
      </w:pPr>
      <w:r w:rsidRPr="00C72F69">
        <w:t>Seznam čísel a názvů PS a SO s uvedením zhotovitele geodetické části DSPS jednotlivých PS a SO (ve formátu *.</w:t>
      </w:r>
      <w:proofErr w:type="spellStart"/>
      <w:r w:rsidRPr="00C72F69">
        <w:t>xlsx</w:t>
      </w:r>
      <w:proofErr w:type="spellEnd"/>
      <w:r w:rsidRPr="00C72F69">
        <w:t>),</w:t>
      </w:r>
    </w:p>
    <w:p w14:paraId="48251D0F" w14:textId="77777777" w:rsidR="006C0E7C" w:rsidRPr="00C72F69" w:rsidRDefault="00443D42" w:rsidP="00F21EDB">
      <w:pPr>
        <w:pStyle w:val="Text2-2"/>
        <w:numPr>
          <w:ilvl w:val="5"/>
          <w:numId w:val="14"/>
        </w:numPr>
      </w:pPr>
      <w:r w:rsidRPr="00C72F69">
        <w:t>TZ k jednotlivým PS a SO (ve formátu *.pdf),</w:t>
      </w:r>
    </w:p>
    <w:p w14:paraId="52D8945A" w14:textId="77777777" w:rsidR="0093323A" w:rsidRPr="00C72F69" w:rsidRDefault="0093323A" w:rsidP="00F21EDB">
      <w:pPr>
        <w:pStyle w:val="Text2-2"/>
        <w:numPr>
          <w:ilvl w:val="5"/>
          <w:numId w:val="14"/>
        </w:numPr>
      </w:pPr>
      <w:r w:rsidRPr="00C72F69">
        <w:t>Seznam souřadnic, výšek a charakteristik podrobných bodů k jednotlivým SO a PS (ve formátu *.txt</w:t>
      </w:r>
      <w:r w:rsidR="007F5DDD" w:rsidRPr="00C72F69">
        <w:t>),</w:t>
      </w:r>
    </w:p>
    <w:p w14:paraId="59C01A9C" w14:textId="77777777" w:rsidR="0093323A" w:rsidRPr="00C72F69" w:rsidRDefault="0093323A" w:rsidP="00F21EDB">
      <w:pPr>
        <w:pStyle w:val="Text2-2"/>
        <w:numPr>
          <w:ilvl w:val="5"/>
          <w:numId w:val="14"/>
        </w:numPr>
      </w:pPr>
      <w:r w:rsidRPr="00C72F69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C72F69" w:rsidRDefault="0093323A" w:rsidP="00F21EDB">
      <w:pPr>
        <w:pStyle w:val="Text2-2"/>
        <w:numPr>
          <w:ilvl w:val="5"/>
          <w:numId w:val="14"/>
        </w:numPr>
      </w:pPr>
      <w:r w:rsidRPr="00C72F69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C72F69" w:rsidRDefault="005220AF" w:rsidP="00F21EDB">
      <w:pPr>
        <w:pStyle w:val="Text2-2"/>
        <w:numPr>
          <w:ilvl w:val="5"/>
          <w:numId w:val="14"/>
        </w:numPr>
      </w:pPr>
      <w:r w:rsidRPr="00C72F69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C72F69" w:rsidRDefault="005220AF" w:rsidP="00F21EDB">
      <w:pPr>
        <w:pStyle w:val="Text2-2"/>
        <w:numPr>
          <w:ilvl w:val="4"/>
          <w:numId w:val="14"/>
        </w:numPr>
      </w:pPr>
      <w:r w:rsidRPr="00C72F69">
        <w:t>Geometrické plány</w:t>
      </w:r>
    </w:p>
    <w:p w14:paraId="2517EEEB" w14:textId="77777777" w:rsidR="005220AF" w:rsidRPr="00C72F69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C72F69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C72F69" w:rsidRDefault="005220AF" w:rsidP="00F21EDB">
      <w:pPr>
        <w:pStyle w:val="Text2-2"/>
        <w:numPr>
          <w:ilvl w:val="5"/>
          <w:numId w:val="14"/>
        </w:numPr>
        <w:spacing w:after="240"/>
      </w:pPr>
      <w:r w:rsidRPr="00C72F69">
        <w:t xml:space="preserve">Geometrické plány a přílohy dle </w:t>
      </w:r>
      <w:proofErr w:type="spellStart"/>
      <w:r w:rsidRPr="00C72F69">
        <w:t>podčlánku</w:t>
      </w:r>
      <w:proofErr w:type="spellEnd"/>
      <w:r w:rsidRPr="00C72F69">
        <w:t xml:space="preserve"> 1.7.3.5 Kapitoly 1 TKP.</w:t>
      </w:r>
    </w:p>
    <w:p w14:paraId="7566AFC7" w14:textId="77777777" w:rsidR="005220AF" w:rsidRPr="00C72F69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72F69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C72F69">
        <w:rPr>
          <w:sz w:val="18"/>
          <w:szCs w:val="18"/>
        </w:rPr>
        <w:t>docx</w:t>
      </w:r>
      <w:proofErr w:type="spellEnd"/>
      <w:r w:rsidRPr="00C72F69">
        <w:rPr>
          <w:sz w:val="18"/>
          <w:szCs w:val="18"/>
        </w:rPr>
        <w:t>,*.</w:t>
      </w:r>
      <w:proofErr w:type="spellStart"/>
      <w:r w:rsidRPr="00C72F69">
        <w:rPr>
          <w:sz w:val="18"/>
          <w:szCs w:val="18"/>
        </w:rPr>
        <w:t>xlsx</w:t>
      </w:r>
      <w:proofErr w:type="spellEnd"/>
      <w:r w:rsidRPr="00C72F69">
        <w:rPr>
          <w:sz w:val="18"/>
          <w:szCs w:val="18"/>
        </w:rPr>
        <w:t>, *.</w:t>
      </w:r>
      <w:proofErr w:type="spellStart"/>
      <w:r w:rsidRPr="00C72F69">
        <w:rPr>
          <w:sz w:val="18"/>
          <w:szCs w:val="18"/>
        </w:rPr>
        <w:t>dwg</w:t>
      </w:r>
      <w:proofErr w:type="spellEnd"/>
      <w:r w:rsidRPr="00C72F69">
        <w:rPr>
          <w:sz w:val="18"/>
          <w:szCs w:val="18"/>
        </w:rPr>
        <w:t>, *.</w:t>
      </w:r>
      <w:proofErr w:type="spellStart"/>
      <w:r w:rsidRPr="00C72F69">
        <w:rPr>
          <w:sz w:val="18"/>
          <w:szCs w:val="18"/>
        </w:rPr>
        <w:t>dng</w:t>
      </w:r>
      <w:proofErr w:type="spellEnd"/>
      <w:r w:rsidRPr="00C72F69">
        <w:rPr>
          <w:sz w:val="18"/>
          <w:szCs w:val="18"/>
        </w:rPr>
        <w:t>, případně *.</w:t>
      </w:r>
      <w:proofErr w:type="spellStart"/>
      <w:r w:rsidRPr="00C72F69">
        <w:rPr>
          <w:sz w:val="18"/>
          <w:szCs w:val="18"/>
        </w:rPr>
        <w:t>dfx</w:t>
      </w:r>
      <w:proofErr w:type="spellEnd"/>
      <w:r w:rsidRPr="00C72F69">
        <w:rPr>
          <w:sz w:val="18"/>
          <w:szCs w:val="18"/>
        </w:rPr>
        <w:t xml:space="preserve"> a *.</w:t>
      </w:r>
      <w:proofErr w:type="spellStart"/>
      <w:r w:rsidRPr="00C72F69">
        <w:rPr>
          <w:sz w:val="18"/>
          <w:szCs w:val="18"/>
        </w:rPr>
        <w:t>pdf</w:t>
      </w:r>
      <w:proofErr w:type="spellEnd"/>
      <w:r w:rsidRPr="00C72F69">
        <w:rPr>
          <w:sz w:val="18"/>
          <w:szCs w:val="18"/>
        </w:rPr>
        <w:t>).</w:t>
      </w:r>
    </w:p>
    <w:p w14:paraId="5F3CF275" w14:textId="77777777" w:rsidR="009F244D" w:rsidRPr="00C72F69" w:rsidRDefault="009F244D" w:rsidP="009F244D">
      <w:pPr>
        <w:pStyle w:val="Text2-2"/>
      </w:pPr>
      <w:r w:rsidRPr="00C72F69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C72F69" w:rsidRDefault="009F244D" w:rsidP="00F21EDB">
      <w:pPr>
        <w:pStyle w:val="Text2-2"/>
      </w:pPr>
      <w:r w:rsidRPr="00C72F69">
        <w:t xml:space="preserve">Zhotovitel je v termínu do 7 dnů od účinnosti SOD povinen písemně oznámit Objednateli (TDS) </w:t>
      </w:r>
      <w:r w:rsidRPr="00C72F69">
        <w:rPr>
          <w:b/>
        </w:rPr>
        <w:t>vady a nedostatky v Projektové dokumentaci</w:t>
      </w:r>
      <w:r w:rsidRPr="00C72F69">
        <w:t xml:space="preserve">, u kterých lze oprávněně předpokládat, že vlivem stavební činnosti a veškeré činnosti Zhotovitele, spojené s prováděním Díla, </w:t>
      </w:r>
      <w:r w:rsidRPr="00C72F69">
        <w:rPr>
          <w:b/>
        </w:rPr>
        <w:t>budou mít negativní/škodlivý</w:t>
      </w:r>
      <w:r w:rsidRPr="00C72F69">
        <w:t xml:space="preserve"> </w:t>
      </w:r>
      <w:r w:rsidRPr="00C72F69">
        <w:rPr>
          <w:b/>
        </w:rPr>
        <w:t>vliv na životní prostředí</w:t>
      </w:r>
      <w:r w:rsidRPr="00C72F69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</w:t>
      </w:r>
      <w:r w:rsidRPr="00C72F69">
        <w:lastRenderedPageBreak/>
        <w:t>životního prostředí, stejně tak jako i pokuty a poplatky uložené orgány veřejné správy během provádění Díla.</w:t>
      </w:r>
    </w:p>
    <w:p w14:paraId="1EA474EF" w14:textId="77777777" w:rsidR="006F687F" w:rsidRPr="00C72F69" w:rsidRDefault="006F687F" w:rsidP="00F21EDB">
      <w:pPr>
        <w:pStyle w:val="Text2-2"/>
      </w:pPr>
      <w:r w:rsidRPr="00C72F69">
        <w:t xml:space="preserve">Zhotovitel vždy předloží Objednateli před převzetím části Díla nebo Díla jako podklad ke kolaudačnímu souhlasu nebo kolaudačnímu rozhodnutí </w:t>
      </w:r>
      <w:r w:rsidRPr="00C72F69">
        <w:rPr>
          <w:b/>
        </w:rPr>
        <w:t>doklady o nakládání s odpady</w:t>
      </w:r>
      <w:r w:rsidRPr="00C72F69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72F69">
        <w:t>výzisku</w:t>
      </w:r>
      <w:proofErr w:type="spellEnd"/>
      <w:r w:rsidRPr="00C72F69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Pr="00C72F69" w:rsidRDefault="006F687F" w:rsidP="00F21EDB">
      <w:pPr>
        <w:pStyle w:val="Text2-2"/>
      </w:pPr>
      <w:r w:rsidRPr="00C72F69">
        <w:t xml:space="preserve">Zhotovitel zpracuje </w:t>
      </w:r>
      <w:r w:rsidRPr="00C72F69">
        <w:rPr>
          <w:b/>
        </w:rPr>
        <w:t>Závěrečnou zprávu odpadového hospodářství stavby</w:t>
      </w:r>
      <w:r w:rsidRPr="00C72F69">
        <w:t xml:space="preserve"> podle závazné osnovy uvedené v Příloze B.1 směrnice SŽ SM096, Směrnice pro nakládání s odpady, čj. 36061/2022-SŽ-GŘ-O15 ze dne 1. 6. 2022 (dále jen „SŽ SM096“), včetně </w:t>
      </w:r>
      <w:r w:rsidRPr="00C72F69">
        <w:rPr>
          <w:b/>
        </w:rPr>
        <w:t>Výkazu o předcházení vzniku odpadu a nakládání s odpady</w:t>
      </w:r>
      <w:r w:rsidRPr="00C72F69">
        <w:t xml:space="preserve"> dle Přílohy B.2 směrnice SŽ SM096.</w:t>
      </w:r>
    </w:p>
    <w:p w14:paraId="38BF2DD9" w14:textId="77777777" w:rsidR="006C44FD" w:rsidRPr="00C72F69" w:rsidRDefault="006C44FD" w:rsidP="006C44FD">
      <w:pPr>
        <w:pStyle w:val="Text2-2"/>
      </w:pPr>
      <w:r w:rsidRPr="00C72F69">
        <w:t>Zhotovitel se zavazuje Objednateli sdělit, kde bude dle požadavků právních předpisů uchovávat potřebné doklady o nakládání s odpady.</w:t>
      </w:r>
    </w:p>
    <w:p w14:paraId="194E9CD9" w14:textId="77777777" w:rsidR="006F687F" w:rsidRPr="00C72F69" w:rsidRDefault="006F687F" w:rsidP="006F687F">
      <w:pPr>
        <w:pStyle w:val="Text2-2"/>
      </w:pPr>
      <w:r w:rsidRPr="00C72F69">
        <w:t xml:space="preserve">Zhotovitel se zavazuje zajistit u svých zaměstnanců a zaměstnanců poddodavatelů prokazatelné seznámení s </w:t>
      </w:r>
      <w:r w:rsidRPr="00C72F69">
        <w:rPr>
          <w:b/>
        </w:rPr>
        <w:t xml:space="preserve">plánem BOZP </w:t>
      </w:r>
      <w:r w:rsidRPr="00C72F69">
        <w:t>Díla (dle zákona č. 309/2006 Sb.</w:t>
      </w:r>
      <w:r w:rsidR="006C44FD" w:rsidRPr="00C72F69">
        <w:t xml:space="preserve"> (zákon o zajištění dalších podmínek bezpečnosti a ochrany zdraví při práci))</w:t>
      </w:r>
      <w:r w:rsidRPr="00C72F69">
        <w:t xml:space="preserve"> a doložit splnění této povinnosti písemně před předáním Staveniště Zhotoviteli. </w:t>
      </w:r>
    </w:p>
    <w:p w14:paraId="77E40174" w14:textId="77777777" w:rsidR="00421120" w:rsidRPr="00C72F69" w:rsidRDefault="00421120" w:rsidP="00F21EDB">
      <w:pPr>
        <w:pStyle w:val="Text2-2"/>
      </w:pPr>
      <w:r w:rsidRPr="00C72F69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C72F69" w:rsidRDefault="006F687F" w:rsidP="00F21EDB">
      <w:pPr>
        <w:pStyle w:val="Text2-2"/>
      </w:pPr>
      <w:r w:rsidRPr="00C72F69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C72F69" w:rsidRDefault="00421120" w:rsidP="00161BD6">
      <w:pPr>
        <w:pStyle w:val="Text2-2"/>
      </w:pPr>
      <w:r w:rsidRPr="00C72F69">
        <w:t xml:space="preserve">Zhotovitel u </w:t>
      </w:r>
      <w:r w:rsidRPr="00C72F69">
        <w:rPr>
          <w:b/>
        </w:rPr>
        <w:t xml:space="preserve">provozované činnosti se zvýšeným/vysokým požárním nebezpečím </w:t>
      </w:r>
      <w:r w:rsidRPr="00C72F69">
        <w:t>(§ 4 zákona č. 133/1985 Sb.</w:t>
      </w:r>
      <w:r w:rsidR="006C44FD" w:rsidRPr="00C72F69">
        <w:t>, o požární ochraně, včetně prováděcích předpisu k tomuto zákonu</w:t>
      </w:r>
      <w:r w:rsidRPr="00C72F69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C72F69" w:rsidRDefault="00DF7BAA" w:rsidP="00DF7BAA">
      <w:pPr>
        <w:pStyle w:val="Nadpis2-2"/>
      </w:pPr>
      <w:bookmarkStart w:id="36" w:name="_Toc129260673"/>
      <w:r w:rsidRPr="00C72F69">
        <w:t>Zeměměřická činnost zhotovitele</w:t>
      </w:r>
      <w:bookmarkEnd w:id="36"/>
    </w:p>
    <w:p w14:paraId="0D0C0FDD" w14:textId="44C2655C" w:rsidR="00DC55C8" w:rsidRPr="00C72F69" w:rsidRDefault="00DC55C8" w:rsidP="00DC55C8">
      <w:pPr>
        <w:pStyle w:val="Text2-1"/>
      </w:pPr>
      <w:r w:rsidRPr="00C72F69">
        <w:t xml:space="preserve">Zhotovitel zažádá jmenovaného ÚOZI (úředně oprávněný zeměměřičský inženýr) Objednatele </w:t>
      </w:r>
      <w:r w:rsidR="0096158E" w:rsidRPr="00C72F69">
        <w:t xml:space="preserve">- Ing. Ivan Liška, tel.: 606 709 855, email: </w:t>
      </w:r>
      <w:hyperlink r:id="rId11" w:history="1">
        <w:r w:rsidR="0096158E" w:rsidRPr="00C72F69">
          <w:rPr>
            <w:rStyle w:val="Hypertextovodkaz"/>
            <w:noProof w:val="0"/>
            <w:color w:val="auto"/>
          </w:rPr>
          <w:t>LiskaI@spravazeleznic.cz</w:t>
        </w:r>
      </w:hyperlink>
      <w:r w:rsidR="0096158E" w:rsidRPr="00C72F69">
        <w:t xml:space="preserve"> </w:t>
      </w:r>
      <w:r w:rsidRPr="00C72F69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C72F69" w:rsidRDefault="00DC55C8" w:rsidP="00DC55C8">
      <w:pPr>
        <w:pStyle w:val="Text2-1"/>
      </w:pPr>
      <w:r w:rsidRPr="00C72F69">
        <w:t>Poskytování geodetických podkladů se řídí Pokynem generálního ředitele</w:t>
      </w:r>
      <w:bookmarkStart w:id="37" w:name="_Hlk113520772"/>
      <w:bookmarkStart w:id="38" w:name="_Hlk113520921"/>
      <w:r w:rsidR="00234F48" w:rsidRPr="00C72F69">
        <w:t xml:space="preserve"> </w:t>
      </w:r>
      <w:r w:rsidRPr="00C72F69">
        <w:t>SŽ</w:t>
      </w:r>
      <w:r w:rsidR="00C54E22" w:rsidRPr="00C72F69">
        <w:t xml:space="preserve"> </w:t>
      </w:r>
      <w:r w:rsidRPr="00C72F69">
        <w:t>PO-06/2020-GŘ</w:t>
      </w:r>
      <w:bookmarkEnd w:id="37"/>
      <w:bookmarkEnd w:id="38"/>
      <w:r w:rsidR="00157FB9" w:rsidRPr="00C72F69">
        <w:t>, Pokyn generálního ředitele k poskytování geodetických podkladů a činností pro přípravu a realizaci opravných a investičních akcí.</w:t>
      </w:r>
    </w:p>
    <w:p w14:paraId="2081E5F1" w14:textId="77777777" w:rsidR="00DC55C8" w:rsidRPr="00C72F69" w:rsidRDefault="00DC55C8" w:rsidP="00DC55C8">
      <w:pPr>
        <w:pStyle w:val="Text2-1"/>
      </w:pPr>
      <w:r w:rsidRPr="00C72F69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C72F69" w:rsidRDefault="00DC55C8" w:rsidP="00DC55C8">
      <w:pPr>
        <w:pStyle w:val="Text2-1"/>
      </w:pPr>
      <w:r w:rsidRPr="00C72F69">
        <w:t xml:space="preserve"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</w:t>
      </w:r>
      <w:r w:rsidRPr="00C72F69">
        <w:lastRenderedPageBreak/>
        <w:t>případě doplnění nebo opravy musí být editovaná dokumentace opětovně ověřena ÚOZI Zhotovitele.</w:t>
      </w:r>
    </w:p>
    <w:p w14:paraId="053071F0" w14:textId="77777777" w:rsidR="00DC55C8" w:rsidRPr="00C72F69" w:rsidRDefault="00DC55C8" w:rsidP="00DC55C8">
      <w:pPr>
        <w:pStyle w:val="Text2-1"/>
      </w:pPr>
      <w:r w:rsidRPr="00C72F69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C72F69" w:rsidRDefault="00DC55C8" w:rsidP="00DC55C8">
      <w:pPr>
        <w:pStyle w:val="Text2-1"/>
      </w:pPr>
      <w:r w:rsidRPr="00C72F69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C72F69" w:rsidRDefault="00DC55C8" w:rsidP="00DC55C8">
      <w:pPr>
        <w:pStyle w:val="Text2-1"/>
      </w:pPr>
      <w:r w:rsidRPr="00C72F69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 w:rsidRPr="00C72F69">
        <w:t> čl. 1.7.3 TKP ZEMĚMĚŘICKÁ ČINNOST ZAJIŠŤOVANÁ ZHOTOVITELEM</w:t>
      </w:r>
      <w:bookmarkEnd w:id="39"/>
      <w:r w:rsidRPr="00C72F69">
        <w:t xml:space="preserve"> a předá ÚOZI Objednatele ke kontrole.</w:t>
      </w:r>
    </w:p>
    <w:p w14:paraId="100ECCA3" w14:textId="77777777" w:rsidR="00DC55C8" w:rsidRPr="00C72F69" w:rsidRDefault="00DC55C8" w:rsidP="00DC55C8">
      <w:pPr>
        <w:pStyle w:val="Text2-1"/>
      </w:pPr>
      <w:r w:rsidRPr="00C72F69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C72F69">
        <w:rPr>
          <w:sz w:val="20"/>
          <w:szCs w:val="20"/>
        </w:rPr>
        <w:t xml:space="preserve"> </w:t>
      </w:r>
      <w:r w:rsidRPr="00C72F69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C72F69" w:rsidRDefault="00DC55C8" w:rsidP="00DC55C8">
      <w:pPr>
        <w:pStyle w:val="Text2-1"/>
      </w:pPr>
      <w:r w:rsidRPr="00C72F69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C72F69" w:rsidRDefault="00DC55C8" w:rsidP="00DC55C8">
      <w:pPr>
        <w:pStyle w:val="Text2-1"/>
      </w:pPr>
      <w:r w:rsidRPr="00C72F69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C72F69" w:rsidRDefault="00DC55C8" w:rsidP="00DC55C8">
      <w:pPr>
        <w:pStyle w:val="Text2-1"/>
      </w:pPr>
      <w:r w:rsidRPr="00C72F69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C72F69" w:rsidRDefault="00DC55C8" w:rsidP="00DC55C8">
      <w:pPr>
        <w:pStyle w:val="Text2-1"/>
      </w:pPr>
      <w:r w:rsidRPr="00C72F69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C72F69" w:rsidRDefault="00DC55C8" w:rsidP="00DC55C8">
      <w:pPr>
        <w:pStyle w:val="Text2-1"/>
      </w:pPr>
      <w:r w:rsidRPr="00C72F69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C72F69" w:rsidRDefault="00DC55C8" w:rsidP="00DC55C8">
      <w:pPr>
        <w:pStyle w:val="Text2-1"/>
      </w:pPr>
      <w:r w:rsidRPr="00C72F69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C72F69" w:rsidRDefault="00DC55C8" w:rsidP="00DC55C8">
      <w:pPr>
        <w:pStyle w:val="Text2-1"/>
      </w:pPr>
      <w:r w:rsidRPr="00C72F69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</w:t>
      </w:r>
      <w:r w:rsidRPr="00C72F69">
        <w:lastRenderedPageBreak/>
        <w:t xml:space="preserve">shledání nedostatků ÚOZI Objednatele zašle vyjádření s uvedenými nedostatky Zhotoviteli, který následně provede opravu DSPS do 10 pracovních dnů. </w:t>
      </w:r>
    </w:p>
    <w:p w14:paraId="4F09C53C" w14:textId="77777777" w:rsidR="00DF7BAA" w:rsidRPr="00C72F69" w:rsidRDefault="00DF7BAA" w:rsidP="00DF7BAA">
      <w:pPr>
        <w:pStyle w:val="Nadpis2-2"/>
      </w:pPr>
      <w:bookmarkStart w:id="40" w:name="_Toc6410438"/>
      <w:bookmarkStart w:id="41" w:name="_Toc129260674"/>
      <w:r w:rsidRPr="00C72F69">
        <w:t>Doklady překládané zhotovitelem</w:t>
      </w:r>
      <w:bookmarkEnd w:id="40"/>
      <w:bookmarkEnd w:id="41"/>
    </w:p>
    <w:p w14:paraId="44E06185" w14:textId="1D7A7F5C" w:rsidR="00D12C76" w:rsidRPr="00C72F69" w:rsidRDefault="00DF0A17" w:rsidP="00562909">
      <w:pPr>
        <w:pStyle w:val="Text2-1"/>
      </w:pPr>
      <w:r w:rsidRPr="00C72F69">
        <w:t>Požadované kvalifikační předpoklady zhotovitele budou objednatelem stanoveny v rámci Výzvy k podání nabídky, která tvoří součást zadávacích podkladů pro výběr Zhotovitele</w:t>
      </w:r>
      <w:r w:rsidR="00D12C76" w:rsidRPr="00C72F69">
        <w:t>.</w:t>
      </w:r>
    </w:p>
    <w:p w14:paraId="4E3B5150" w14:textId="77777777" w:rsidR="00DF7BAA" w:rsidRPr="00C72F69" w:rsidRDefault="00DF7BAA" w:rsidP="00DF7BAA">
      <w:pPr>
        <w:pStyle w:val="Nadpis2-2"/>
      </w:pPr>
      <w:bookmarkStart w:id="42" w:name="_Toc6410439"/>
      <w:bookmarkStart w:id="43" w:name="_Toc129260675"/>
      <w:r w:rsidRPr="00C72F69">
        <w:t>Dokumentace zhotovitele pro stavbu</w:t>
      </w:r>
      <w:bookmarkEnd w:id="42"/>
      <w:bookmarkEnd w:id="43"/>
    </w:p>
    <w:p w14:paraId="488F8FA4" w14:textId="4C12353F" w:rsidR="00740821" w:rsidRPr="00C72F69" w:rsidRDefault="00DF0A17" w:rsidP="00F21EDB">
      <w:pPr>
        <w:pStyle w:val="Text2-1"/>
      </w:pPr>
      <w:r w:rsidRPr="00C72F69">
        <w:t>V převážné míře nebude měněno zapojení obvodů dle stávající provozní dokumentace. V případě změny (náhrada za nevyráběné komponenty apod.) bude zhotovitelem zpracována montážní dokumentace (pokud bude třeba), realizační dokumentace stavby a dokumentace skutečného provedení stavby.</w:t>
      </w:r>
    </w:p>
    <w:p w14:paraId="19F38ADB" w14:textId="77777777" w:rsidR="00B53E41" w:rsidRPr="00C72F69" w:rsidRDefault="00DF7BAA" w:rsidP="0060019A">
      <w:pPr>
        <w:pStyle w:val="Nadpis2-2"/>
      </w:pPr>
      <w:bookmarkStart w:id="44" w:name="_Toc6410440"/>
      <w:bookmarkStart w:id="45" w:name="_Toc129260676"/>
      <w:r w:rsidRPr="00C72F69">
        <w:t>Dokumentace skutečného provedení stavby</w:t>
      </w:r>
      <w:bookmarkEnd w:id="44"/>
      <w:bookmarkEnd w:id="45"/>
    </w:p>
    <w:p w14:paraId="7662D246" w14:textId="77777777" w:rsidR="00DF0A17" w:rsidRPr="00C72F69" w:rsidRDefault="00DF0A17" w:rsidP="00DF0A17">
      <w:pPr>
        <w:pStyle w:val="Text2-1"/>
      </w:pPr>
      <w:r w:rsidRPr="00C72F69">
        <w:t xml:space="preserve">Viz bod 4.4.1. </w:t>
      </w:r>
    </w:p>
    <w:p w14:paraId="30ED94AF" w14:textId="77777777" w:rsidR="00DF7BAA" w:rsidRPr="00C72F69" w:rsidRDefault="00DF7BAA" w:rsidP="00DF7BAA">
      <w:pPr>
        <w:pStyle w:val="Nadpis2-2"/>
      </w:pPr>
      <w:bookmarkStart w:id="46" w:name="_Toc6410441"/>
      <w:bookmarkStart w:id="47" w:name="_Toc129260677"/>
      <w:r w:rsidRPr="00C72F69">
        <w:t>Zabezpečovací zařízení</w:t>
      </w:r>
      <w:bookmarkEnd w:id="46"/>
      <w:bookmarkEnd w:id="47"/>
    </w:p>
    <w:p w14:paraId="256DC0C9" w14:textId="2C86511C" w:rsidR="00DF7BAA" w:rsidRPr="00C72F69" w:rsidRDefault="00DF0A17" w:rsidP="00DF7BAA">
      <w:pPr>
        <w:pStyle w:val="Text2-1"/>
      </w:pPr>
      <w:r w:rsidRPr="00C72F69">
        <w:t>Práce budou prováděny na staničních, traťových i přejezdových zabezpečovacích zařízení mechanických, elektromechanických, reléových a elektronických (za stanoveným rozhraním) dle požadavků objednatele.</w:t>
      </w:r>
    </w:p>
    <w:p w14:paraId="7E89B63C" w14:textId="77777777" w:rsidR="00DF7BAA" w:rsidRPr="00C72F69" w:rsidRDefault="00DF7BAA" w:rsidP="00DF7BAA">
      <w:pPr>
        <w:pStyle w:val="Nadpis2-2"/>
      </w:pPr>
      <w:bookmarkStart w:id="48" w:name="_Toc6410442"/>
      <w:bookmarkStart w:id="49" w:name="_Toc129260678"/>
      <w:r w:rsidRPr="00C72F69">
        <w:t>Sdělovací zařízení</w:t>
      </w:r>
      <w:bookmarkEnd w:id="48"/>
      <w:bookmarkEnd w:id="49"/>
    </w:p>
    <w:p w14:paraId="04210620" w14:textId="706919D7" w:rsidR="00DF7BAA" w:rsidRPr="00C72F69" w:rsidRDefault="00140B63" w:rsidP="00DF7BAA">
      <w:pPr>
        <w:pStyle w:val="Text2-1"/>
      </w:pPr>
      <w:r w:rsidRPr="00C72F69">
        <w:t>Práce budou prováděny na sdělovacích zařízení dle požadavků objednatele</w:t>
      </w:r>
      <w:r w:rsidR="00DF7BAA" w:rsidRPr="00C72F69">
        <w:t>.</w:t>
      </w:r>
    </w:p>
    <w:p w14:paraId="01F4A384" w14:textId="77777777" w:rsidR="00DF7BAA" w:rsidRPr="00C72F69" w:rsidRDefault="00DF7BAA" w:rsidP="00DF7BAA">
      <w:pPr>
        <w:pStyle w:val="Nadpis2-2"/>
      </w:pPr>
      <w:bookmarkStart w:id="50" w:name="_Toc6410443"/>
      <w:bookmarkStart w:id="51" w:name="_Toc129260679"/>
      <w:r w:rsidRPr="00C72F69">
        <w:t>Silnoproudá technologie včetně DŘT, trakční a energetická zařízení</w:t>
      </w:r>
      <w:bookmarkEnd w:id="50"/>
      <w:bookmarkEnd w:id="51"/>
    </w:p>
    <w:p w14:paraId="2131A0AC" w14:textId="36C78C39" w:rsidR="00DF7BAA" w:rsidRPr="00C72F69" w:rsidRDefault="00140B63" w:rsidP="00DF7BAA">
      <w:pPr>
        <w:pStyle w:val="Text2-1"/>
      </w:pPr>
      <w:r w:rsidRPr="00C72F69">
        <w:t>Neobsazeno</w:t>
      </w:r>
      <w:r w:rsidR="00DF7BAA" w:rsidRPr="00C72F69">
        <w:t>.</w:t>
      </w:r>
    </w:p>
    <w:p w14:paraId="07EDB64A" w14:textId="77777777" w:rsidR="00DF7BAA" w:rsidRPr="00C72F69" w:rsidRDefault="00DF7BAA" w:rsidP="00DF7BAA">
      <w:pPr>
        <w:pStyle w:val="Nadpis2-2"/>
      </w:pPr>
      <w:bookmarkStart w:id="52" w:name="_Toc6410444"/>
      <w:bookmarkStart w:id="53" w:name="_Toc129260680"/>
      <w:r w:rsidRPr="00C72F69">
        <w:t>Ostatní technologická zařízení</w:t>
      </w:r>
      <w:bookmarkEnd w:id="52"/>
      <w:bookmarkEnd w:id="53"/>
    </w:p>
    <w:p w14:paraId="4576EA28" w14:textId="348D309E" w:rsidR="00DF7BAA" w:rsidRPr="00C72F69" w:rsidRDefault="00140B63" w:rsidP="00DF7BAA">
      <w:pPr>
        <w:pStyle w:val="Text2-1"/>
      </w:pPr>
      <w:r w:rsidRPr="00C72F69">
        <w:t>Neobsazeno</w:t>
      </w:r>
      <w:r w:rsidR="00DF7BAA" w:rsidRPr="00C72F69">
        <w:t>.</w:t>
      </w:r>
    </w:p>
    <w:p w14:paraId="7E01DFFD" w14:textId="77777777" w:rsidR="00DF7BAA" w:rsidRPr="00C72F69" w:rsidRDefault="00DF7BAA" w:rsidP="00DF7BAA">
      <w:pPr>
        <w:pStyle w:val="Nadpis2-2"/>
      </w:pPr>
      <w:bookmarkStart w:id="54" w:name="_Toc6410445"/>
      <w:bookmarkStart w:id="55" w:name="_Toc129260681"/>
      <w:r w:rsidRPr="00C72F69">
        <w:t>Železniční svršek</w:t>
      </w:r>
      <w:bookmarkEnd w:id="54"/>
      <w:bookmarkEnd w:id="55"/>
      <w:r w:rsidRPr="00C72F69">
        <w:t xml:space="preserve"> </w:t>
      </w:r>
    </w:p>
    <w:p w14:paraId="28FAD67C" w14:textId="2C3BE67E" w:rsidR="00DF7BAA" w:rsidRPr="00C72F69" w:rsidRDefault="00140B63" w:rsidP="00DF7BAA">
      <w:pPr>
        <w:pStyle w:val="Text2-1"/>
      </w:pPr>
      <w:r w:rsidRPr="00C72F69">
        <w:t>Neobsazeno.</w:t>
      </w:r>
    </w:p>
    <w:p w14:paraId="2F647720" w14:textId="77777777" w:rsidR="00DF7BAA" w:rsidRPr="00C72F69" w:rsidRDefault="00DF7BAA" w:rsidP="00DF7BAA">
      <w:pPr>
        <w:pStyle w:val="Nadpis2-2"/>
      </w:pPr>
      <w:bookmarkStart w:id="56" w:name="_Toc6410446"/>
      <w:bookmarkStart w:id="57" w:name="_Toc129260682"/>
      <w:r w:rsidRPr="00C72F69">
        <w:t>Železniční spodek</w:t>
      </w:r>
      <w:bookmarkEnd w:id="56"/>
      <w:bookmarkEnd w:id="57"/>
    </w:p>
    <w:p w14:paraId="3C3AC052" w14:textId="3415E0C5" w:rsidR="00DF7BAA" w:rsidRPr="00C72F69" w:rsidRDefault="00A04179" w:rsidP="00DF7BAA">
      <w:pPr>
        <w:pStyle w:val="Text2-1"/>
      </w:pPr>
      <w:r w:rsidRPr="00C72F69">
        <w:t>Neobsazeno.</w:t>
      </w:r>
    </w:p>
    <w:p w14:paraId="34F0DE62" w14:textId="77777777" w:rsidR="00DF7BAA" w:rsidRPr="00C72F69" w:rsidRDefault="00DF7BAA" w:rsidP="00DF7BAA">
      <w:pPr>
        <w:pStyle w:val="Nadpis2-2"/>
      </w:pPr>
      <w:bookmarkStart w:id="58" w:name="_Toc6410447"/>
      <w:bookmarkStart w:id="59" w:name="_Toc129260683"/>
      <w:r w:rsidRPr="00C72F69">
        <w:t>Nástupiště</w:t>
      </w:r>
      <w:bookmarkEnd w:id="58"/>
      <w:bookmarkEnd w:id="59"/>
    </w:p>
    <w:p w14:paraId="17903237" w14:textId="65004FFF" w:rsidR="00DF7BAA" w:rsidRPr="00C72F69" w:rsidRDefault="00140B63" w:rsidP="00DF7BAA">
      <w:pPr>
        <w:pStyle w:val="Text2-1"/>
      </w:pPr>
      <w:r w:rsidRPr="00C72F69">
        <w:t>Neobsazeno.</w:t>
      </w:r>
    </w:p>
    <w:p w14:paraId="11E32EF1" w14:textId="77777777" w:rsidR="00DF7BAA" w:rsidRPr="00C72F69" w:rsidRDefault="00DF7BAA" w:rsidP="00DF7BAA">
      <w:pPr>
        <w:pStyle w:val="Nadpis2-2"/>
      </w:pPr>
      <w:bookmarkStart w:id="60" w:name="_Toc6410448"/>
      <w:bookmarkStart w:id="61" w:name="_Toc129260684"/>
      <w:r w:rsidRPr="00C72F69">
        <w:t>Železniční přejezdy</w:t>
      </w:r>
      <w:bookmarkEnd w:id="60"/>
      <w:bookmarkEnd w:id="61"/>
    </w:p>
    <w:p w14:paraId="538C878D" w14:textId="282567DD" w:rsidR="00DF7BAA" w:rsidRPr="00C72F69" w:rsidRDefault="00140B63" w:rsidP="00DF7BAA">
      <w:pPr>
        <w:pStyle w:val="Text2-1"/>
      </w:pPr>
      <w:r w:rsidRPr="00C72F69">
        <w:t>Neobsazeno.</w:t>
      </w:r>
    </w:p>
    <w:p w14:paraId="5139084F" w14:textId="77777777" w:rsidR="00DF7BAA" w:rsidRPr="00C72F69" w:rsidRDefault="00DF7BAA" w:rsidP="00DF7BAA">
      <w:pPr>
        <w:pStyle w:val="Nadpis2-2"/>
      </w:pPr>
      <w:bookmarkStart w:id="62" w:name="_Toc6410449"/>
      <w:bookmarkStart w:id="63" w:name="_Toc129260685"/>
      <w:r w:rsidRPr="00C72F69">
        <w:t>Mosty, propustky a zdi</w:t>
      </w:r>
      <w:bookmarkEnd w:id="62"/>
      <w:bookmarkEnd w:id="63"/>
    </w:p>
    <w:p w14:paraId="1400A19C" w14:textId="5DB16E3F" w:rsidR="00DF7BAA" w:rsidRPr="00C72F69" w:rsidRDefault="00140B63" w:rsidP="00DF7BAA">
      <w:pPr>
        <w:pStyle w:val="Text2-1"/>
      </w:pPr>
      <w:r w:rsidRPr="00C72F69">
        <w:t>Neobsazeno.</w:t>
      </w:r>
    </w:p>
    <w:p w14:paraId="77448827" w14:textId="77777777" w:rsidR="00DF7BAA" w:rsidRPr="00C72F69" w:rsidRDefault="00DF7BAA" w:rsidP="00DF7BAA">
      <w:pPr>
        <w:pStyle w:val="Nadpis2-2"/>
      </w:pPr>
      <w:bookmarkStart w:id="64" w:name="_Toc6410450"/>
      <w:bookmarkStart w:id="65" w:name="_Toc129260686"/>
      <w:r w:rsidRPr="00C72F69">
        <w:t>Ostatní inženýrské objekty</w:t>
      </w:r>
      <w:bookmarkEnd w:id="64"/>
      <w:bookmarkEnd w:id="65"/>
    </w:p>
    <w:p w14:paraId="1B284000" w14:textId="6E1E8076" w:rsidR="00DF7BAA" w:rsidRPr="00C72F69" w:rsidRDefault="00140B63" w:rsidP="00DF7BAA">
      <w:pPr>
        <w:pStyle w:val="Text2-1"/>
      </w:pPr>
      <w:r w:rsidRPr="00C72F69">
        <w:t>Neobsazeno.</w:t>
      </w:r>
    </w:p>
    <w:p w14:paraId="722BEEFA" w14:textId="77777777" w:rsidR="00DF7BAA" w:rsidRPr="00C72F69" w:rsidRDefault="00DF7BAA" w:rsidP="00DF7BAA">
      <w:pPr>
        <w:pStyle w:val="Nadpis2-2"/>
      </w:pPr>
      <w:bookmarkStart w:id="66" w:name="_Toc6410451"/>
      <w:bookmarkStart w:id="67" w:name="_Toc129260687"/>
      <w:r w:rsidRPr="00C72F69">
        <w:t>Železniční tunely</w:t>
      </w:r>
      <w:bookmarkEnd w:id="66"/>
      <w:bookmarkEnd w:id="67"/>
    </w:p>
    <w:p w14:paraId="1A7BE8C1" w14:textId="3BFD02E3" w:rsidR="00DF7BAA" w:rsidRPr="00C72F69" w:rsidRDefault="00140B63" w:rsidP="00DF7BAA">
      <w:pPr>
        <w:pStyle w:val="Text2-1"/>
      </w:pPr>
      <w:r w:rsidRPr="00C72F69">
        <w:t>Neobsazeno.</w:t>
      </w:r>
    </w:p>
    <w:p w14:paraId="1E9CF860" w14:textId="77777777" w:rsidR="00DF7BAA" w:rsidRPr="00C72F69" w:rsidRDefault="00DF7BAA" w:rsidP="00DF7BAA">
      <w:pPr>
        <w:pStyle w:val="Nadpis2-2"/>
      </w:pPr>
      <w:bookmarkStart w:id="68" w:name="_Toc6410452"/>
      <w:bookmarkStart w:id="69" w:name="_Toc129260688"/>
      <w:r w:rsidRPr="00C72F69">
        <w:lastRenderedPageBreak/>
        <w:t>Pozemní komunikace</w:t>
      </w:r>
      <w:bookmarkEnd w:id="68"/>
      <w:bookmarkEnd w:id="69"/>
    </w:p>
    <w:p w14:paraId="06F14090" w14:textId="08D55D32" w:rsidR="00DF7BAA" w:rsidRPr="00C72F69" w:rsidRDefault="00D61C38" w:rsidP="00DF7BAA">
      <w:pPr>
        <w:pStyle w:val="Text2-1"/>
      </w:pPr>
      <w:r w:rsidRPr="00C72F69">
        <w:t>Neobsazeno.</w:t>
      </w:r>
    </w:p>
    <w:p w14:paraId="704684F0" w14:textId="77777777" w:rsidR="00DF7BAA" w:rsidRPr="00C72F69" w:rsidRDefault="00DF7BAA" w:rsidP="00DF7BAA">
      <w:pPr>
        <w:pStyle w:val="Nadpis2-2"/>
      </w:pPr>
      <w:bookmarkStart w:id="70" w:name="_Toc6410453"/>
      <w:bookmarkStart w:id="71" w:name="_Toc129260689"/>
      <w:proofErr w:type="spellStart"/>
      <w:r w:rsidRPr="00C72F69">
        <w:t>Kabelovody</w:t>
      </w:r>
      <w:proofErr w:type="spellEnd"/>
      <w:r w:rsidRPr="00C72F69">
        <w:t>, kolektory</w:t>
      </w:r>
      <w:bookmarkEnd w:id="70"/>
      <w:bookmarkEnd w:id="71"/>
    </w:p>
    <w:p w14:paraId="5C66E6F8" w14:textId="3AB55E23" w:rsidR="00DF7BAA" w:rsidRPr="00C72F69" w:rsidRDefault="00D61C38" w:rsidP="00DF7BAA">
      <w:pPr>
        <w:pStyle w:val="Text2-1"/>
      </w:pPr>
      <w:r w:rsidRPr="00C72F69">
        <w:t>Neobsazeno.</w:t>
      </w:r>
    </w:p>
    <w:p w14:paraId="72B794A1" w14:textId="77777777" w:rsidR="00DF7BAA" w:rsidRPr="00C72F69" w:rsidRDefault="00DF7BAA" w:rsidP="00DF7BAA">
      <w:pPr>
        <w:pStyle w:val="Nadpis2-2"/>
      </w:pPr>
      <w:bookmarkStart w:id="72" w:name="_Toc6410454"/>
      <w:bookmarkStart w:id="73" w:name="_Toc129260690"/>
      <w:r w:rsidRPr="00C72F69">
        <w:t>Protihlukové objekty</w:t>
      </w:r>
      <w:bookmarkEnd w:id="72"/>
      <w:bookmarkEnd w:id="73"/>
    </w:p>
    <w:p w14:paraId="07CDCAD8" w14:textId="0334C618" w:rsidR="00DF7BAA" w:rsidRPr="00C72F69" w:rsidRDefault="00D61C38" w:rsidP="00DF7BAA">
      <w:pPr>
        <w:pStyle w:val="Text2-1"/>
      </w:pPr>
      <w:r w:rsidRPr="00C72F69">
        <w:t>Neobsazeno.</w:t>
      </w:r>
    </w:p>
    <w:p w14:paraId="7CEB78BD" w14:textId="77777777" w:rsidR="00DF7BAA" w:rsidRPr="00C72F69" w:rsidRDefault="00DF7BAA" w:rsidP="00DF7BAA">
      <w:pPr>
        <w:pStyle w:val="Nadpis2-2"/>
      </w:pPr>
      <w:bookmarkStart w:id="74" w:name="_Toc6410455"/>
      <w:bookmarkStart w:id="75" w:name="_Toc129260691"/>
      <w:r w:rsidRPr="00C72F69">
        <w:t>Pozemní stavební objekty</w:t>
      </w:r>
      <w:bookmarkEnd w:id="74"/>
      <w:bookmarkEnd w:id="75"/>
    </w:p>
    <w:p w14:paraId="7083D44E" w14:textId="289F2C3A" w:rsidR="00DF7BAA" w:rsidRPr="00C72F69" w:rsidRDefault="00D61C38" w:rsidP="00DF7BAA">
      <w:pPr>
        <w:pStyle w:val="Text2-1"/>
      </w:pPr>
      <w:r w:rsidRPr="00C72F69">
        <w:t>Neobsazeno.</w:t>
      </w:r>
    </w:p>
    <w:p w14:paraId="0C74B90A" w14:textId="77777777" w:rsidR="00DF7BAA" w:rsidRPr="00C72F69" w:rsidRDefault="00DF7BAA" w:rsidP="00DF7BAA">
      <w:pPr>
        <w:pStyle w:val="Nadpis2-2"/>
      </w:pPr>
      <w:bookmarkStart w:id="76" w:name="_Toc6410456"/>
      <w:bookmarkStart w:id="77" w:name="_Toc129260692"/>
      <w:r w:rsidRPr="00C72F69">
        <w:t>Trakční a energická zařízení</w:t>
      </w:r>
      <w:bookmarkEnd w:id="76"/>
      <w:bookmarkEnd w:id="77"/>
    </w:p>
    <w:p w14:paraId="74EB5C1E" w14:textId="107A277D" w:rsidR="00DF7BAA" w:rsidRPr="00C72F69" w:rsidRDefault="00D61C38" w:rsidP="00DF7BAA">
      <w:pPr>
        <w:pStyle w:val="Text2-1"/>
      </w:pPr>
      <w:r w:rsidRPr="00C72F69">
        <w:t>Neobsazeno.</w:t>
      </w:r>
    </w:p>
    <w:p w14:paraId="3B67C881" w14:textId="77777777" w:rsidR="00DF7BAA" w:rsidRPr="00C72F69" w:rsidRDefault="00DF7BAA" w:rsidP="00DF7BAA">
      <w:pPr>
        <w:pStyle w:val="Nadpis2-2"/>
      </w:pPr>
      <w:bookmarkStart w:id="78" w:name="_Toc129260693"/>
      <w:bookmarkStart w:id="79" w:name="_Toc6410458"/>
      <w:r w:rsidRPr="00C72F69">
        <w:t>Životní prostředí</w:t>
      </w:r>
      <w:bookmarkEnd w:id="78"/>
      <w:r w:rsidRPr="00C72F69">
        <w:t xml:space="preserve"> </w:t>
      </w:r>
      <w:bookmarkEnd w:id="79"/>
    </w:p>
    <w:p w14:paraId="1783C373" w14:textId="77777777" w:rsidR="001860E7" w:rsidRPr="00C72F69" w:rsidRDefault="001860E7" w:rsidP="001860E7">
      <w:pPr>
        <w:pStyle w:val="Text2-1"/>
        <w:rPr>
          <w:rStyle w:val="Tun"/>
        </w:rPr>
      </w:pPr>
      <w:r w:rsidRPr="00C72F69">
        <w:rPr>
          <w:rStyle w:val="Tun"/>
        </w:rPr>
        <w:t xml:space="preserve">Nakládání s odpady </w:t>
      </w:r>
    </w:p>
    <w:p w14:paraId="6EBF66A9" w14:textId="55F2FACD" w:rsidR="00CA5782" w:rsidRPr="00C72F69" w:rsidRDefault="00CA5782" w:rsidP="00E50E94">
      <w:pPr>
        <w:pStyle w:val="Text2-2"/>
        <w:rPr>
          <w:rStyle w:val="Tun"/>
        </w:rPr>
      </w:pPr>
      <w:r w:rsidRPr="00C72F69">
        <w:t>S případným vzniklým odpadem bude nakládáno zejména dle Zákona č. 541/2020 Sb. a prováděcích předpisech k zákonu o odpadech.</w:t>
      </w:r>
    </w:p>
    <w:p w14:paraId="34EDCA4D" w14:textId="4BA0B152" w:rsidR="00E50E94" w:rsidRPr="00C72F69" w:rsidRDefault="00E50E94" w:rsidP="00E50E94">
      <w:pPr>
        <w:pStyle w:val="Text2-2"/>
        <w:rPr>
          <w:rStyle w:val="Tun"/>
        </w:rPr>
      </w:pPr>
      <w:r w:rsidRPr="00C72F69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C72F69" w:rsidRDefault="00E50E94" w:rsidP="00E50E94">
      <w:pPr>
        <w:pStyle w:val="Text2-2"/>
        <w:rPr>
          <w:rStyle w:val="Tun"/>
        </w:rPr>
      </w:pPr>
      <w:r w:rsidRPr="00C72F69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C72F69" w:rsidRDefault="00DF7BAA" w:rsidP="00DF7BAA">
      <w:pPr>
        <w:pStyle w:val="Nadpis2-1"/>
      </w:pPr>
      <w:bookmarkStart w:id="80" w:name="_Toc6410460"/>
      <w:bookmarkStart w:id="81" w:name="_Toc129260694"/>
      <w:r w:rsidRPr="00C72F69">
        <w:t>ORGANIZACE VÝSTAVBY, VÝLUKY</w:t>
      </w:r>
      <w:bookmarkEnd w:id="80"/>
      <w:bookmarkEnd w:id="81"/>
    </w:p>
    <w:p w14:paraId="11D5052A" w14:textId="65088732" w:rsidR="00DF7BAA" w:rsidRPr="00C72F69" w:rsidRDefault="00CA5782" w:rsidP="00CA5782">
      <w:pPr>
        <w:pStyle w:val="Text2-1"/>
      </w:pPr>
      <w:r w:rsidRPr="00C72F69">
        <w:t xml:space="preserve">Organizace výstavby bude </w:t>
      </w:r>
      <w:r w:rsidR="00A04179" w:rsidRPr="00C72F69">
        <w:t xml:space="preserve">stanovena </w:t>
      </w:r>
      <w:r w:rsidRPr="00C72F69">
        <w:t>individuál</w:t>
      </w:r>
      <w:r w:rsidR="00A04179" w:rsidRPr="00C72F69">
        <w:t xml:space="preserve">ně </w:t>
      </w:r>
      <w:r w:rsidRPr="00C72F69">
        <w:t>dle rozsahu p</w:t>
      </w:r>
      <w:r w:rsidR="00A04179" w:rsidRPr="00C72F69">
        <w:t xml:space="preserve">rováděných </w:t>
      </w:r>
      <w:r w:rsidRPr="00C72F69">
        <w:t xml:space="preserve">prací. V případě požadavků na výluky zajistí zpracování ROV po dohodě se zhotovitelem prací objednatel. </w:t>
      </w:r>
    </w:p>
    <w:p w14:paraId="3433DF18" w14:textId="77777777" w:rsidR="00DF7BAA" w:rsidRPr="00C72F69" w:rsidRDefault="00DF7BAA" w:rsidP="00DF7BAA">
      <w:pPr>
        <w:pStyle w:val="Nadpis2-1"/>
      </w:pPr>
      <w:bookmarkStart w:id="82" w:name="_Toc6410461"/>
      <w:bookmarkStart w:id="83" w:name="_Toc129260695"/>
      <w:r w:rsidRPr="00C72F69">
        <w:t>SOUVISEJÍCÍ DOKUMENTY A PŘEDPISY</w:t>
      </w:r>
      <w:bookmarkEnd w:id="82"/>
      <w:bookmarkEnd w:id="83"/>
    </w:p>
    <w:p w14:paraId="45027675" w14:textId="1384D317" w:rsidR="009C4EEA" w:rsidRPr="00C72F69" w:rsidRDefault="009C4EEA" w:rsidP="009C4EEA">
      <w:pPr>
        <w:pStyle w:val="Text2-1"/>
      </w:pPr>
      <w:r w:rsidRPr="00C72F69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C72F69">
        <w:t xml:space="preserve"> (směrnice, vzorové listy, TKP, ZTP apod.), </w:t>
      </w:r>
      <w:r w:rsidRPr="00C72F69">
        <w:rPr>
          <w:b/>
        </w:rPr>
        <w:t>vše v platném znění.</w:t>
      </w:r>
    </w:p>
    <w:p w14:paraId="0A873F13" w14:textId="77777777" w:rsidR="00024EF0" w:rsidRPr="00C72F69" w:rsidRDefault="00024EF0" w:rsidP="00024EF0">
      <w:pPr>
        <w:pStyle w:val="Text2-1"/>
      </w:pPr>
      <w:r w:rsidRPr="00C72F69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C72F69" w:rsidRDefault="00024EF0" w:rsidP="00024EF0">
      <w:pPr>
        <w:pStyle w:val="Textbezslovn"/>
      </w:pPr>
      <w:r w:rsidRPr="00C72F69">
        <w:rPr>
          <w:rStyle w:val="Tun"/>
        </w:rPr>
        <w:t>www.spravazeleznic.cz v sekci „O nás / Vnitřní předpisy / odkaz Dokumenty a předpisy“</w:t>
      </w:r>
      <w:r w:rsidRPr="00C72F69">
        <w:t xml:space="preserve"> </w:t>
      </w:r>
      <w:r w:rsidRPr="00C72F69">
        <w:rPr>
          <w:spacing w:val="2"/>
        </w:rPr>
        <w:t>(https://www.spravazeleznic.cz/o-nas/vnitrni-predpisy-spravy-zeleznic/</w:t>
      </w:r>
      <w:r w:rsidRPr="00C72F69">
        <w:rPr>
          <w:spacing w:val="2"/>
        </w:rPr>
        <w:br/>
        <w:t>dokumenty-a-</w:t>
      </w:r>
      <w:proofErr w:type="spellStart"/>
      <w:r w:rsidRPr="00C72F69">
        <w:rPr>
          <w:spacing w:val="2"/>
        </w:rPr>
        <w:t>predpisy</w:t>
      </w:r>
      <w:proofErr w:type="spellEnd"/>
      <w:r w:rsidRPr="00C72F69">
        <w:rPr>
          <w:spacing w:val="2"/>
        </w:rPr>
        <w:t>)</w:t>
      </w:r>
      <w:r w:rsidRPr="00C72F69">
        <w:t xml:space="preserve"> a </w:t>
      </w:r>
      <w:r w:rsidRPr="00C72F69">
        <w:rPr>
          <w:b/>
        </w:rPr>
        <w:t>https://typdok.tudc.cz/ v sekci „archiv TD“</w:t>
      </w:r>
      <w:r w:rsidRPr="00C72F69">
        <w:t>.</w:t>
      </w:r>
    </w:p>
    <w:p w14:paraId="5B8201D3" w14:textId="77777777" w:rsidR="009C4EEA" w:rsidRPr="00C72F69" w:rsidRDefault="009C4EEA" w:rsidP="009C4EEA">
      <w:pPr>
        <w:pStyle w:val="Textbezslovn"/>
      </w:pPr>
      <w:r w:rsidRPr="00C72F69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C72F69" w:rsidRDefault="009C4EEA" w:rsidP="009C4EEA">
      <w:pPr>
        <w:pStyle w:val="Textbezslovn"/>
        <w:keepNext/>
        <w:spacing w:after="0"/>
        <w:rPr>
          <w:rStyle w:val="Tun"/>
        </w:rPr>
      </w:pPr>
      <w:r w:rsidRPr="00C72F69">
        <w:rPr>
          <w:rStyle w:val="Tun"/>
        </w:rPr>
        <w:lastRenderedPageBreak/>
        <w:t>Správa železnic, státní organizace</w:t>
      </w:r>
    </w:p>
    <w:p w14:paraId="29F4FCBC" w14:textId="77777777" w:rsidR="009C4EEA" w:rsidRPr="00C72F69" w:rsidRDefault="009C4EEA" w:rsidP="009C4EEA">
      <w:pPr>
        <w:pStyle w:val="Textbezslovn"/>
        <w:keepNext/>
        <w:spacing w:after="0"/>
        <w:rPr>
          <w:rStyle w:val="Tun"/>
        </w:rPr>
      </w:pPr>
      <w:r w:rsidRPr="00C72F69">
        <w:rPr>
          <w:rStyle w:val="Tun"/>
        </w:rPr>
        <w:t>Centrum telematiky a diagnostiky</w:t>
      </w:r>
    </w:p>
    <w:p w14:paraId="36908147" w14:textId="77777777" w:rsidR="00EF61C8" w:rsidRPr="00C72F69" w:rsidRDefault="00EF61C8" w:rsidP="009C4EEA">
      <w:pPr>
        <w:pStyle w:val="Textbezslovn"/>
        <w:keepNext/>
        <w:spacing w:after="0"/>
        <w:rPr>
          <w:rStyle w:val="Tun"/>
        </w:rPr>
      </w:pPr>
      <w:r w:rsidRPr="00C72F69">
        <w:rPr>
          <w:rStyle w:val="Tun"/>
        </w:rPr>
        <w:t>Úsek provozně technický, OHČ</w:t>
      </w:r>
    </w:p>
    <w:p w14:paraId="60BC577C" w14:textId="77777777" w:rsidR="009C4EEA" w:rsidRPr="00C72F69" w:rsidRDefault="009C4EEA" w:rsidP="009C4EEA">
      <w:pPr>
        <w:pStyle w:val="Textbezslovn"/>
        <w:keepNext/>
        <w:spacing w:after="0"/>
      </w:pPr>
      <w:r w:rsidRPr="00C72F69">
        <w:t>Jeremenkova 103/23</w:t>
      </w:r>
    </w:p>
    <w:p w14:paraId="34750FF5" w14:textId="77777777" w:rsidR="009C4EEA" w:rsidRPr="00C72F69" w:rsidRDefault="009C4EEA" w:rsidP="009C4EEA">
      <w:pPr>
        <w:pStyle w:val="Textbezslovn"/>
      </w:pPr>
      <w:r w:rsidRPr="00C72F69">
        <w:t>779 00 Olomouc</w:t>
      </w:r>
    </w:p>
    <w:p w14:paraId="09F1F0AA" w14:textId="77777777" w:rsidR="009C4EEA" w:rsidRPr="00C72F69" w:rsidRDefault="009C4EEA" w:rsidP="009C4EEA">
      <w:pPr>
        <w:pStyle w:val="Textbezslovn"/>
      </w:pPr>
      <w:r w:rsidRPr="00C72F69">
        <w:t xml:space="preserve">nebo e-mail: </w:t>
      </w:r>
      <w:r w:rsidR="002C1A2B" w:rsidRPr="00C72F69">
        <w:rPr>
          <w:b/>
        </w:rPr>
        <w:t>typdok@spravazeleznic.cz</w:t>
      </w:r>
    </w:p>
    <w:p w14:paraId="21AA6840" w14:textId="77777777" w:rsidR="009C4EEA" w:rsidRPr="00C72F69" w:rsidRDefault="009C4EEA" w:rsidP="009C4EEA">
      <w:pPr>
        <w:pStyle w:val="Textbezslovn"/>
        <w:spacing w:after="0"/>
      </w:pPr>
      <w:r w:rsidRPr="00C72F69">
        <w:t>kontaktní osoba: paní Jarmila Strnadová, tel.: 972 742 396, mobil: 725 039 782</w:t>
      </w:r>
    </w:p>
    <w:p w14:paraId="216E2576" w14:textId="77777777" w:rsidR="009C4EEA" w:rsidRPr="00C72F69" w:rsidRDefault="009C4EEA" w:rsidP="009C4EEA">
      <w:pPr>
        <w:pStyle w:val="Textbezslovn"/>
      </w:pPr>
      <w:r w:rsidRPr="00C72F69">
        <w:t>Ceníky: https://typdok.tudc.cz/</w:t>
      </w:r>
    </w:p>
    <w:p w14:paraId="199FDAEA" w14:textId="77777777" w:rsidR="00DF7BAA" w:rsidRPr="00C72F69" w:rsidRDefault="00DF7BAA" w:rsidP="00DF7BAA">
      <w:pPr>
        <w:pStyle w:val="Nadpis2-1"/>
      </w:pPr>
      <w:bookmarkStart w:id="84" w:name="_Toc6410462"/>
      <w:bookmarkStart w:id="85" w:name="_Toc129260696"/>
      <w:r w:rsidRPr="00C72F69">
        <w:t>PŘÍLOHY</w:t>
      </w:r>
      <w:bookmarkEnd w:id="84"/>
      <w:bookmarkEnd w:id="85"/>
    </w:p>
    <w:p w14:paraId="520CC0CC" w14:textId="6081ADB8" w:rsidR="00F66DA9" w:rsidRPr="00C72F69" w:rsidRDefault="00A04179" w:rsidP="00F66DA9">
      <w:pPr>
        <w:pStyle w:val="Text2-1"/>
      </w:pPr>
      <w:bookmarkStart w:id="86" w:name="_Ref92267992"/>
      <w:bookmarkStart w:id="87" w:name="_Ref104882684"/>
      <w:r w:rsidRPr="00C72F69">
        <w:t>Neobsazeno</w:t>
      </w:r>
      <w:bookmarkEnd w:id="86"/>
      <w:bookmarkEnd w:id="87"/>
      <w:r w:rsidRPr="00C72F69">
        <w:t>.</w:t>
      </w:r>
    </w:p>
    <w:p w14:paraId="4E4D39CF" w14:textId="77777777" w:rsidR="00F01B21" w:rsidRPr="00C72F69" w:rsidRDefault="00F01B21" w:rsidP="00F01B21">
      <w:pPr>
        <w:pStyle w:val="Textbezslovn"/>
      </w:pPr>
    </w:p>
    <w:p w14:paraId="03AFA307" w14:textId="77777777" w:rsidR="00F01B21" w:rsidRPr="00C72F69" w:rsidRDefault="00F01B21" w:rsidP="00F01B21">
      <w:pPr>
        <w:pStyle w:val="Textbezslovn"/>
      </w:pPr>
    </w:p>
    <w:p w14:paraId="040DFB72" w14:textId="77777777" w:rsidR="00DF7BAA" w:rsidRPr="00C72F69" w:rsidRDefault="00DF7BAA" w:rsidP="00264D52">
      <w:pPr>
        <w:pStyle w:val="Textbezodsazen"/>
      </w:pPr>
    </w:p>
    <w:p w14:paraId="2773E4DC" w14:textId="77777777" w:rsidR="00DF7BAA" w:rsidRPr="00C72F69" w:rsidRDefault="00DF7BAA" w:rsidP="00264D52">
      <w:pPr>
        <w:pStyle w:val="Textbezodsazen"/>
      </w:pPr>
    </w:p>
    <w:p w14:paraId="241F985A" w14:textId="77777777" w:rsidR="00DF7BAA" w:rsidRPr="00C72F69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Pr="00C72F69" w:rsidRDefault="002B6B58" w:rsidP="00264D52">
      <w:pPr>
        <w:pStyle w:val="Textbezodsazen"/>
      </w:pPr>
    </w:p>
    <w:sectPr w:rsidR="002B6B58" w:rsidRPr="00C72F69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A3258" w14:textId="77777777" w:rsidR="00B266DC" w:rsidRDefault="00B266DC" w:rsidP="00962258">
      <w:pPr>
        <w:spacing w:after="0" w:line="240" w:lineRule="auto"/>
      </w:pPr>
      <w:r>
        <w:separator/>
      </w:r>
    </w:p>
  </w:endnote>
  <w:endnote w:type="continuationSeparator" w:id="0">
    <w:p w14:paraId="5370C7A0" w14:textId="77777777" w:rsidR="00B266DC" w:rsidRDefault="00B266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266DC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C4FC739" w:rsidR="00B266DC" w:rsidRPr="00B8518B" w:rsidRDefault="00B266DC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17CF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17CF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D74C453" w:rsidR="00B266DC" w:rsidRDefault="00C72F69" w:rsidP="003462EB">
          <w:pPr>
            <w:pStyle w:val="Zpatvlevo"/>
          </w:pPr>
          <w:fldSimple w:instr=" STYLEREF  _Název_akce  \* MERGEFORMAT ">
            <w:r w:rsidR="000A17CF">
              <w:rPr>
                <w:noProof/>
              </w:rPr>
              <w:t>Opravné a údržbové práce v obvodu SSZT Brno 2023-2027</w:t>
            </w:r>
            <w:r w:rsidR="000A17CF">
              <w:rPr>
                <w:noProof/>
              </w:rPr>
              <w:cr/>
            </w:r>
          </w:fldSimple>
          <w:r w:rsidR="00B266DC">
            <w:t>Příloha č. 2 c)</w:t>
          </w:r>
          <w:r w:rsidR="00B266DC" w:rsidRPr="003462EB">
            <w:t xml:space="preserve"> </w:t>
          </w:r>
        </w:p>
        <w:p w14:paraId="178E0553" w14:textId="77777777" w:rsidR="00B266DC" w:rsidRPr="003462EB" w:rsidRDefault="00B266DC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B266DC" w:rsidRPr="00614E71" w:rsidRDefault="00B266D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266DC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35570FE" w:rsidR="00B266DC" w:rsidRDefault="00C72F69" w:rsidP="003B111D">
          <w:pPr>
            <w:pStyle w:val="Zpatvpravo"/>
          </w:pPr>
          <w:fldSimple w:instr=" STYLEREF  _Název_akce  \* MERGEFORMAT ">
            <w:r w:rsidR="000A17CF">
              <w:rPr>
                <w:noProof/>
              </w:rPr>
              <w:t>Opravné a údržbové práce v obvodu SSZT Brno 2023-2027</w:t>
            </w:r>
            <w:r w:rsidR="000A17CF">
              <w:rPr>
                <w:noProof/>
              </w:rPr>
              <w:cr/>
            </w:r>
          </w:fldSimple>
          <w:r w:rsidR="00B266DC">
            <w:t>Příloha č. 2 c)</w:t>
          </w:r>
        </w:p>
        <w:p w14:paraId="5D9BD160" w14:textId="77777777" w:rsidR="00B266DC" w:rsidRPr="003462EB" w:rsidRDefault="00B266DC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0F1CA3C6" w:rsidR="00B266DC" w:rsidRPr="009E09BE" w:rsidRDefault="00B266DC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17CF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17CF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B266DC" w:rsidRPr="00B8518B" w:rsidRDefault="00B266D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B266DC" w:rsidRPr="00B8518B" w:rsidRDefault="00B266DC" w:rsidP="00460660">
    <w:pPr>
      <w:pStyle w:val="Zpat"/>
      <w:rPr>
        <w:sz w:val="2"/>
        <w:szCs w:val="2"/>
      </w:rPr>
    </w:pPr>
  </w:p>
  <w:p w14:paraId="53F277EE" w14:textId="77777777" w:rsidR="00B266DC" w:rsidRDefault="00B266DC" w:rsidP="00757290">
    <w:pPr>
      <w:pStyle w:val="Zpatvlevo"/>
      <w:rPr>
        <w:rFonts w:cs="Calibri"/>
        <w:szCs w:val="12"/>
      </w:rPr>
    </w:pPr>
  </w:p>
  <w:p w14:paraId="17EFC080" w14:textId="77777777" w:rsidR="00B266DC" w:rsidRPr="00460660" w:rsidRDefault="00B266D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E194B" w14:textId="77777777" w:rsidR="00B266DC" w:rsidRDefault="00B266DC" w:rsidP="00962258">
      <w:pPr>
        <w:spacing w:after="0" w:line="240" w:lineRule="auto"/>
      </w:pPr>
      <w:r>
        <w:separator/>
      </w:r>
    </w:p>
  </w:footnote>
  <w:footnote w:type="continuationSeparator" w:id="0">
    <w:p w14:paraId="16DF87C0" w14:textId="77777777" w:rsidR="00B266DC" w:rsidRDefault="00B266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266DC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B266DC" w:rsidRPr="00B8518B" w:rsidRDefault="00B266D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B266DC" w:rsidRDefault="00B266D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B266DC" w:rsidRPr="00D6163D" w:rsidRDefault="00B266DC" w:rsidP="00FC6389">
          <w:pPr>
            <w:pStyle w:val="Druhdokumentu"/>
          </w:pPr>
        </w:p>
      </w:tc>
    </w:tr>
    <w:tr w:rsidR="00B266DC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B266DC" w:rsidRPr="00B8518B" w:rsidRDefault="00B266D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B266DC" w:rsidRDefault="00B266D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B266DC" w:rsidRPr="00D6163D" w:rsidRDefault="00B266DC" w:rsidP="00FC6389">
          <w:pPr>
            <w:pStyle w:val="Druhdokumentu"/>
          </w:pPr>
        </w:p>
      </w:tc>
    </w:tr>
  </w:tbl>
  <w:p w14:paraId="53E85CAA" w14:textId="77777777" w:rsidR="00B266DC" w:rsidRPr="00D6163D" w:rsidRDefault="00B266DC" w:rsidP="00FC6389">
    <w:pPr>
      <w:pStyle w:val="Zhlav"/>
      <w:rPr>
        <w:sz w:val="8"/>
        <w:szCs w:val="8"/>
      </w:rPr>
    </w:pPr>
  </w:p>
  <w:p w14:paraId="1437D3AE" w14:textId="77777777" w:rsidR="00B266DC" w:rsidRPr="00460660" w:rsidRDefault="00B266D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17CF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0B6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5E3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4216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3B4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158E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179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6DC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2F69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5782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1C38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0A17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2AD0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17B5A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61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skaI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30017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1FC072-4925-478C-8593-0EF07C608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0</TotalTime>
  <Pages>14</Pages>
  <Words>5238</Words>
  <Characters>30907</Characters>
  <Application>Microsoft Office Word</Application>
  <DocSecurity>0</DocSecurity>
  <Lines>257</Lines>
  <Paragraphs>72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Sečkařová Andrea</cp:lastModifiedBy>
  <cp:revision>4</cp:revision>
  <cp:lastPrinted>2022-12-07T13:03:00Z</cp:lastPrinted>
  <dcterms:created xsi:type="dcterms:W3CDTF">2023-03-09T12:27:00Z</dcterms:created>
  <dcterms:modified xsi:type="dcterms:W3CDTF">2023-03-24T09:08:00Z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